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22A13A40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00825270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1E447F7F" w14:textId="77777777" w:rsidR="008972C3" w:rsidRDefault="008972C3" w:rsidP="003274DB"/>
    <w:p w14:paraId="44DBECBD" w14:textId="77777777" w:rsidR="00D74AE1" w:rsidRDefault="00D74AE1" w:rsidP="003274DB"/>
    <w:p w14:paraId="4415D654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14CC3793" w14:textId="77777777" w:rsidR="0026038D" w:rsidRDefault="0026038D" w:rsidP="003274DB"/>
    <w:p w14:paraId="797CBAD2" w14:textId="77777777" w:rsidR="00776004" w:rsidRPr="00937B2C" w:rsidRDefault="00937B2C" w:rsidP="006218E8">
      <w:pPr>
        <w:pStyle w:val="Documentname"/>
      </w:pPr>
      <w:r w:rsidRPr="00937B2C">
        <w:rPr>
          <w:bCs/>
        </w:rPr>
        <w:t>The Use of Modern AtoN Equipment in Heritage Lighthouses</w:t>
      </w:r>
    </w:p>
    <w:p w14:paraId="411801E0" w14:textId="77777777" w:rsidR="00CF49CC" w:rsidRDefault="00CF49CC" w:rsidP="00D74AE1"/>
    <w:p w14:paraId="510CC451" w14:textId="77777777" w:rsidR="004E0BBB" w:rsidRDefault="004E0BBB" w:rsidP="00D74AE1"/>
    <w:p w14:paraId="71D43E60" w14:textId="77777777" w:rsidR="004E0BBB" w:rsidRDefault="004E0BBB" w:rsidP="00D74AE1"/>
    <w:p w14:paraId="7669D8BD" w14:textId="77777777" w:rsidR="004E0BBB" w:rsidRDefault="004E0BBB" w:rsidP="00D74AE1"/>
    <w:p w14:paraId="55ACD234" w14:textId="77777777" w:rsidR="004E0BBB" w:rsidRDefault="004E0BBB" w:rsidP="00D74AE1"/>
    <w:p w14:paraId="6209055B" w14:textId="77777777" w:rsidR="004E0BBB" w:rsidRDefault="004E0BBB" w:rsidP="00D74AE1"/>
    <w:p w14:paraId="0F1F668D" w14:textId="77777777" w:rsidR="004E0BBB" w:rsidRDefault="004E0BBB" w:rsidP="00D74AE1"/>
    <w:p w14:paraId="42ADF7AE" w14:textId="77777777" w:rsidR="004E0BBB" w:rsidRDefault="004E0BBB" w:rsidP="00D74AE1"/>
    <w:p w14:paraId="27039A7D" w14:textId="77777777" w:rsidR="004E0BBB" w:rsidRDefault="004E0BBB" w:rsidP="00D74AE1"/>
    <w:p w14:paraId="504A83CD" w14:textId="77777777" w:rsidR="004E0BBB" w:rsidRDefault="004E0BBB" w:rsidP="00D74AE1"/>
    <w:p w14:paraId="55AF39DF" w14:textId="77777777" w:rsidR="004E0BBB" w:rsidRDefault="004E0BBB" w:rsidP="00D74AE1"/>
    <w:p w14:paraId="3E4BF727" w14:textId="77777777" w:rsidR="004E0BBB" w:rsidRDefault="004E0BBB" w:rsidP="00D74AE1"/>
    <w:p w14:paraId="03557687" w14:textId="77777777" w:rsidR="004E0BBB" w:rsidRDefault="004E0BBB" w:rsidP="00D74AE1"/>
    <w:p w14:paraId="00B0C6FA" w14:textId="77777777" w:rsidR="004E0BBB" w:rsidRDefault="004E0BBB" w:rsidP="00D74AE1"/>
    <w:p w14:paraId="18CE2590" w14:textId="77777777" w:rsidR="004E0BBB" w:rsidRDefault="004E0BBB" w:rsidP="00D74AE1"/>
    <w:p w14:paraId="3783B664" w14:textId="77777777" w:rsidR="00734BC6" w:rsidRDefault="00734BC6" w:rsidP="00D74AE1"/>
    <w:p w14:paraId="52F8FEB2" w14:textId="77777777" w:rsidR="004E0BBB" w:rsidRDefault="004E0BBB" w:rsidP="00D74AE1"/>
    <w:p w14:paraId="354FC516" w14:textId="77777777" w:rsidR="004E0BBB" w:rsidRDefault="004E0BBB" w:rsidP="00D74AE1"/>
    <w:p w14:paraId="5048AF56" w14:textId="77777777" w:rsidR="004E0BBB" w:rsidRDefault="004E0BBB" w:rsidP="00D74AE1"/>
    <w:p w14:paraId="0F7B67FD" w14:textId="77777777" w:rsidR="004E0BBB" w:rsidRDefault="004E0BBB" w:rsidP="00D74AE1"/>
    <w:p w14:paraId="0C50FE0D" w14:textId="77777777" w:rsidR="004E0BBB" w:rsidRDefault="004E0BBB" w:rsidP="00D74AE1"/>
    <w:p w14:paraId="1A2EE17C" w14:textId="77777777" w:rsidR="004E0BBB" w:rsidRDefault="004E0BBB" w:rsidP="00D74AE1"/>
    <w:p w14:paraId="138D24B2" w14:textId="77777777" w:rsidR="004E0BBB" w:rsidRDefault="004E0BBB" w:rsidP="00D74AE1"/>
    <w:p w14:paraId="28C5818E" w14:textId="77777777" w:rsidR="004E0BBB" w:rsidRDefault="004E0BBB" w:rsidP="00D74AE1"/>
    <w:p w14:paraId="3C07E39A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15B35B92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1CCCB49A" w14:textId="77777777"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439332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FF646C4" w14:textId="77777777" w:rsidTr="005E4659">
        <w:tc>
          <w:tcPr>
            <w:tcW w:w="1908" w:type="dxa"/>
          </w:tcPr>
          <w:p w14:paraId="516BB296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2BAEFB7C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72F29976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3AEFB8E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605B3A2" w14:textId="1539A579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3C90CF1" w14:textId="1555BCD3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3025124" w14:textId="4238BA74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1BCC17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99471A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ED9967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C6E6245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EEF4D9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156C83F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94D06C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B0AF89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77E9FC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813FA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273A56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99C97F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45544C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C4158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07A57B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83335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91CE93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63B8A2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52F3B6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05C9D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14E395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52CA27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C61E99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34AA2A5" w14:textId="77777777" w:rsidR="00914E26" w:rsidRPr="00460028" w:rsidRDefault="00914E26" w:rsidP="00914E26">
            <w:pPr>
              <w:pStyle w:val="Tabletext"/>
            </w:pPr>
          </w:p>
        </w:tc>
      </w:tr>
    </w:tbl>
    <w:p w14:paraId="10FA3DDD" w14:textId="77777777" w:rsidR="00914E26" w:rsidRDefault="00914E26" w:rsidP="00D74AE1"/>
    <w:p w14:paraId="6B23F271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D18CADE" w14:textId="77777777" w:rsidR="00C6211D" w:rsidRDefault="004A4EC4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C6211D" w:rsidRPr="008E7804">
        <w:t>1.</w:t>
      </w:r>
      <w:r w:rsidR="00C6211D"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 w:rsidR="00C6211D">
        <w:t>INTRODUCTION</w:t>
      </w:r>
      <w:r w:rsidR="00C6211D">
        <w:tab/>
      </w:r>
      <w:r w:rsidR="00C6211D">
        <w:fldChar w:fldCharType="begin"/>
      </w:r>
      <w:r w:rsidR="00C6211D">
        <w:instrText xml:space="preserve"> PAGEREF _Toc455653519 \h </w:instrText>
      </w:r>
      <w:r w:rsidR="00C6211D">
        <w:fldChar w:fldCharType="separate"/>
      </w:r>
      <w:r w:rsidR="00937B2C">
        <w:t>4</w:t>
      </w:r>
      <w:r w:rsidR="00C6211D">
        <w:fldChar w:fldCharType="end"/>
      </w:r>
    </w:p>
    <w:p w14:paraId="1B2B7D31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1.1.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_Toc455653520 \h </w:instrText>
      </w:r>
      <w:r>
        <w:fldChar w:fldCharType="separate"/>
      </w:r>
      <w:r w:rsidR="00937B2C">
        <w:t>4</w:t>
      </w:r>
      <w:r>
        <w:fldChar w:fldCharType="end"/>
      </w:r>
    </w:p>
    <w:p w14:paraId="6E6E92C5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1.2.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_Toc455653521 \h </w:instrText>
      </w:r>
      <w:r>
        <w:fldChar w:fldCharType="separate"/>
      </w:r>
      <w:r w:rsidR="00937B2C">
        <w:t>4</w:t>
      </w:r>
      <w:r>
        <w:fldChar w:fldCharType="end"/>
      </w:r>
    </w:p>
    <w:p w14:paraId="230184D5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2.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AIMS AND OBJECTIVES (Example Heading level 1)</w:t>
      </w:r>
      <w:r>
        <w:tab/>
      </w:r>
      <w:r>
        <w:fldChar w:fldCharType="begin"/>
      </w:r>
      <w:r>
        <w:instrText xml:space="preserve"> PAGEREF _Toc455653522 \h </w:instrText>
      </w:r>
      <w:r>
        <w:fldChar w:fldCharType="separate"/>
      </w:r>
      <w:r w:rsidR="00937B2C">
        <w:t>4</w:t>
      </w:r>
      <w:r>
        <w:fldChar w:fldCharType="end"/>
      </w:r>
    </w:p>
    <w:p w14:paraId="0C519D33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3.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INTRODUCTION (Example Heading level 1)</w:t>
      </w:r>
      <w:r>
        <w:tab/>
      </w:r>
      <w:r>
        <w:fldChar w:fldCharType="begin"/>
      </w:r>
      <w:r>
        <w:instrText xml:space="preserve"> PAGEREF _Toc455653523 \h </w:instrText>
      </w:r>
      <w:r>
        <w:fldChar w:fldCharType="separate"/>
      </w:r>
      <w:r w:rsidR="00937B2C">
        <w:t>4</w:t>
      </w:r>
      <w:r>
        <w:fldChar w:fldCharType="end"/>
      </w:r>
    </w:p>
    <w:p w14:paraId="32085B62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3.1.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_Toc455653524 \h </w:instrText>
      </w:r>
      <w:r>
        <w:fldChar w:fldCharType="separate"/>
      </w:r>
      <w:r w:rsidR="00937B2C">
        <w:t>5</w:t>
      </w:r>
      <w:r>
        <w:fldChar w:fldCharType="end"/>
      </w:r>
    </w:p>
    <w:p w14:paraId="05A69EBD" w14:textId="77777777" w:rsidR="00C6211D" w:rsidRDefault="00C6211D">
      <w:pPr>
        <w:pStyle w:val="TOC3"/>
        <w:tabs>
          <w:tab w:val="left" w:pos="1134"/>
          <w:tab w:val="right" w:leader="dot" w:pos="10195"/>
        </w:tabs>
        <w:rPr>
          <w:rFonts w:eastAsiaTheme="minorEastAsia"/>
          <w:noProof/>
          <w:sz w:val="24"/>
          <w:szCs w:val="24"/>
          <w:lang w:val="en-US"/>
        </w:rPr>
      </w:pPr>
      <w:r w:rsidRPr="008E7804">
        <w:rPr>
          <w:noProof/>
        </w:rPr>
        <w:t>3.1.1.</w:t>
      </w:r>
      <w:r>
        <w:rPr>
          <w:rFonts w:eastAsiaTheme="minorEastAsia"/>
          <w:noProof/>
          <w:sz w:val="24"/>
          <w:szCs w:val="24"/>
          <w:lang w:val="en-US"/>
        </w:rPr>
        <w:tab/>
      </w:r>
      <w:r>
        <w:rPr>
          <w:noProof/>
        </w:rPr>
        <w:t>(Example heading level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_Toc455653525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64246DDB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4.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OVERVIEW (Example Heading level 1)</w:t>
      </w:r>
      <w:r>
        <w:tab/>
      </w:r>
      <w:r>
        <w:fldChar w:fldCharType="begin"/>
      </w:r>
      <w:r>
        <w:instrText xml:space="preserve"> PAGEREF _Toc455653526 \h </w:instrText>
      </w:r>
      <w:r>
        <w:fldChar w:fldCharType="separate"/>
      </w:r>
      <w:r w:rsidR="00937B2C">
        <w:t>5</w:t>
      </w:r>
      <w:r>
        <w:fldChar w:fldCharType="end"/>
      </w:r>
    </w:p>
    <w:p w14:paraId="64976969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4.1.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TABLES</w:t>
      </w:r>
      <w:r>
        <w:tab/>
      </w:r>
      <w:r>
        <w:fldChar w:fldCharType="begin"/>
      </w:r>
      <w:r>
        <w:instrText xml:space="preserve"> PAGEREF _Toc455653527 \h </w:instrText>
      </w:r>
      <w:r>
        <w:fldChar w:fldCharType="separate"/>
      </w:r>
      <w:r w:rsidR="00937B2C">
        <w:t>5</w:t>
      </w:r>
      <w:r>
        <w:fldChar w:fldCharType="end"/>
      </w:r>
    </w:p>
    <w:p w14:paraId="1FB3CED8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5.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F</w:t>
      </w:r>
      <w:r w:rsidRPr="008E7804">
        <w:t>IGURES</w:t>
      </w:r>
      <w:r>
        <w:tab/>
      </w:r>
      <w:r>
        <w:fldChar w:fldCharType="begin"/>
      </w:r>
      <w:r>
        <w:instrText xml:space="preserve"> PAGEREF _Toc455653528 \h </w:instrText>
      </w:r>
      <w:r>
        <w:fldChar w:fldCharType="separate"/>
      </w:r>
      <w:r w:rsidR="00937B2C">
        <w:t>5</w:t>
      </w:r>
      <w:r>
        <w:fldChar w:fldCharType="end"/>
      </w:r>
    </w:p>
    <w:p w14:paraId="5012E4F2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6.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ACRONYMS &amp; Definitions</w:t>
      </w:r>
      <w:r>
        <w:tab/>
      </w:r>
      <w:r>
        <w:fldChar w:fldCharType="begin"/>
      </w:r>
      <w:r>
        <w:instrText xml:space="preserve"> PAGEREF _Toc455653529 \h </w:instrText>
      </w:r>
      <w:r>
        <w:fldChar w:fldCharType="separate"/>
      </w:r>
      <w:r w:rsidR="00937B2C">
        <w:t>5</w:t>
      </w:r>
      <w:r>
        <w:fldChar w:fldCharType="end"/>
      </w:r>
    </w:p>
    <w:p w14:paraId="7FE605C1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6.1.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Acronyms</w:t>
      </w:r>
      <w:r>
        <w:tab/>
      </w:r>
      <w:r>
        <w:fldChar w:fldCharType="begin"/>
      </w:r>
      <w:r>
        <w:instrText xml:space="preserve"> PAGEREF _Toc455653530 \h </w:instrText>
      </w:r>
      <w:r>
        <w:fldChar w:fldCharType="separate"/>
      </w:r>
      <w:r w:rsidR="00937B2C">
        <w:t>5</w:t>
      </w:r>
      <w:r>
        <w:fldChar w:fldCharType="end"/>
      </w:r>
    </w:p>
    <w:p w14:paraId="3677C842" w14:textId="77777777" w:rsidR="00C6211D" w:rsidRDefault="00C6211D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8E7804">
        <w:t>6.2.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_Toc455653531 \h </w:instrText>
      </w:r>
      <w:r>
        <w:fldChar w:fldCharType="separate"/>
      </w:r>
      <w:r w:rsidR="00937B2C">
        <w:t>5</w:t>
      </w:r>
      <w:r>
        <w:fldChar w:fldCharType="end"/>
      </w:r>
    </w:p>
    <w:p w14:paraId="2C4A4B4B" w14:textId="77777777" w:rsidR="00C6211D" w:rsidRDefault="00C6211D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8E7804">
        <w:t>7.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_Toc455653532 \h </w:instrText>
      </w:r>
      <w:r>
        <w:fldChar w:fldCharType="separate"/>
      </w:r>
      <w:r w:rsidR="00937B2C">
        <w:t>5</w:t>
      </w:r>
      <w:r>
        <w:fldChar w:fldCharType="end"/>
      </w:r>
    </w:p>
    <w:p w14:paraId="39374261" w14:textId="77777777" w:rsidR="00C6211D" w:rsidRDefault="00C6211D">
      <w:pPr>
        <w:pStyle w:val="TOC4"/>
        <w:rPr>
          <w:rFonts w:eastAsiaTheme="minorEastAsia"/>
          <w:b w:val="0"/>
          <w:noProof/>
          <w:color w:val="auto"/>
          <w:sz w:val="24"/>
          <w:szCs w:val="24"/>
          <w:lang w:val="en-US"/>
        </w:rPr>
      </w:pPr>
      <w:r w:rsidRPr="008E7804">
        <w:rPr>
          <w:noProof/>
          <w:u w:color="407EC9"/>
        </w:rPr>
        <w:t>ANNEX A</w:t>
      </w:r>
      <w:r>
        <w:rPr>
          <w:rFonts w:eastAsiaTheme="minorEastAsia"/>
          <w:b w:val="0"/>
          <w:noProof/>
          <w:color w:val="auto"/>
          <w:sz w:val="24"/>
          <w:szCs w:val="24"/>
          <w:lang w:val="en-US"/>
        </w:rPr>
        <w:tab/>
      </w:r>
      <w:r w:rsidRPr="008E7804">
        <w:rPr>
          <w:noProof/>
        </w:rPr>
        <w:t>EXAMPLE OF AN ANNEX - LANDSCAPE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_Toc455653533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17FA5DAE" w14:textId="77777777" w:rsidR="00C6211D" w:rsidRDefault="00C6211D">
      <w:pPr>
        <w:pStyle w:val="TOC5"/>
        <w:tabs>
          <w:tab w:val="left" w:pos="1843"/>
        </w:tabs>
        <w:rPr>
          <w:rFonts w:eastAsiaTheme="minorEastAsia" w:cstheme="minorBidi"/>
          <w:noProof/>
          <w:color w:val="auto"/>
          <w:sz w:val="24"/>
          <w:szCs w:val="24"/>
          <w:lang w:val="en-US"/>
        </w:rPr>
      </w:pPr>
      <w:r w:rsidRPr="008E7804">
        <w:rPr>
          <w:caps/>
          <w:noProof/>
          <w:u w:color="407EC9"/>
        </w:rPr>
        <w:t>APPENDIX 1</w:t>
      </w:r>
      <w:r>
        <w:rPr>
          <w:rFonts w:eastAsiaTheme="minorEastAsia" w:cstheme="minorBidi"/>
          <w:noProof/>
          <w:color w:val="auto"/>
          <w:sz w:val="24"/>
          <w:szCs w:val="24"/>
          <w:lang w:val="en-US"/>
        </w:rPr>
        <w:tab/>
      </w:r>
      <w:r>
        <w:rPr>
          <w:noProof/>
        </w:rPr>
        <w:t>EXAMPLE OF AN APPENDIX 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_Toc455653534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7AE898E6" w14:textId="77777777" w:rsidR="00C6211D" w:rsidRDefault="00C6211D">
      <w:pPr>
        <w:pStyle w:val="TOC4"/>
        <w:rPr>
          <w:rFonts w:eastAsiaTheme="minorEastAsia"/>
          <w:b w:val="0"/>
          <w:noProof/>
          <w:color w:val="auto"/>
          <w:sz w:val="24"/>
          <w:szCs w:val="24"/>
          <w:lang w:val="en-US"/>
        </w:rPr>
      </w:pPr>
      <w:r w:rsidRPr="008E7804">
        <w:rPr>
          <w:noProof/>
          <w:u w:color="407EC9"/>
        </w:rPr>
        <w:t>ANNEX B</w:t>
      </w:r>
      <w:r>
        <w:rPr>
          <w:rFonts w:eastAsiaTheme="minorEastAsia"/>
          <w:b w:val="0"/>
          <w:noProof/>
          <w:color w:val="auto"/>
          <w:sz w:val="24"/>
          <w:szCs w:val="24"/>
          <w:lang w:val="en-US"/>
        </w:rPr>
        <w:tab/>
      </w:r>
      <w:r>
        <w:rPr>
          <w:noProof/>
        </w:rPr>
        <w:t>(</w:t>
      </w:r>
      <w:r w:rsidRPr="008E7804">
        <w:rPr>
          <w:noProof/>
        </w:rPr>
        <w:t>EXAMPLE ANNEX TITLE</w:t>
      </w:r>
      <w:r>
        <w:rPr>
          <w:noProof/>
        </w:rPr>
        <w:t>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_Toc455653535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483EB4B4" w14:textId="77777777" w:rsidR="00C6211D" w:rsidRDefault="00C6211D">
      <w:pPr>
        <w:pStyle w:val="TOC4"/>
        <w:rPr>
          <w:rFonts w:eastAsiaTheme="minorEastAsia"/>
          <w:b w:val="0"/>
          <w:noProof/>
          <w:color w:val="auto"/>
          <w:sz w:val="24"/>
          <w:szCs w:val="24"/>
          <w:lang w:val="en-US"/>
        </w:rPr>
      </w:pPr>
      <w:r w:rsidRPr="008E7804">
        <w:rPr>
          <w:noProof/>
          <w:u w:color="407EC9"/>
        </w:rPr>
        <w:t>ANNEX C</w:t>
      </w:r>
      <w:r>
        <w:rPr>
          <w:rFonts w:eastAsiaTheme="minorEastAsia"/>
          <w:b w:val="0"/>
          <w:noProof/>
          <w:color w:val="auto"/>
          <w:sz w:val="24"/>
          <w:szCs w:val="24"/>
          <w:lang w:val="en-US"/>
        </w:rPr>
        <w:tab/>
      </w:r>
      <w:r w:rsidRPr="008E7804">
        <w:rPr>
          <w:noProof/>
        </w:rPr>
        <w:t>PERMITTED COLOUR PALETTE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_Toc455653536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28A72EB1" w14:textId="77777777" w:rsidR="00642025" w:rsidRPr="0093492E" w:rsidRDefault="004A4EC4" w:rsidP="00BA5754">
      <w:pPr>
        <w:rPr>
          <w:noProof/>
        </w:rPr>
      </w:pPr>
      <w:r>
        <w:rPr>
          <w:noProof/>
        </w:rPr>
        <w:fldChar w:fldCharType="end"/>
      </w:r>
    </w:p>
    <w:p w14:paraId="30B6F2DA" w14:textId="77777777" w:rsidR="0078486B" w:rsidRDefault="002F265A" w:rsidP="00C9558A">
      <w:pPr>
        <w:pStyle w:val="ListofFigures"/>
      </w:pPr>
      <w:r>
        <w:t>List of Tables</w:t>
      </w:r>
    </w:p>
    <w:p w14:paraId="758F51A9" w14:textId="77777777" w:rsidR="00BA5754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BA5754">
        <w:rPr>
          <w:noProof/>
        </w:rPr>
        <w:t>Table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Example of a table with the significant information in the first column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_Toc454630200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937B2C">
        <w:rPr>
          <w:noProof/>
        </w:rPr>
        <w:t>5</w:t>
      </w:r>
      <w:r w:rsidR="00BA5754">
        <w:rPr>
          <w:noProof/>
        </w:rPr>
        <w:fldChar w:fldCharType="end"/>
      </w:r>
    </w:p>
    <w:p w14:paraId="163CB0A4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the significant information in the first row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_Toc454630201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31513AF4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3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coloured rows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_Toc454630202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144F5F09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4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_Toc454630203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43FD9F2E" w14:textId="77777777" w:rsidR="00161325" w:rsidRPr="00C91630" w:rsidRDefault="00923B4D" w:rsidP="00BA5754">
      <w:r>
        <w:fldChar w:fldCharType="end"/>
      </w:r>
    </w:p>
    <w:p w14:paraId="73D0896A" w14:textId="77777777" w:rsidR="00994D97" w:rsidRDefault="00994D97" w:rsidP="00C9558A">
      <w:pPr>
        <w:pStyle w:val="ListofFigures"/>
      </w:pPr>
      <w:r w:rsidRPr="00441393">
        <w:t>List of Figures</w:t>
      </w:r>
    </w:p>
    <w:p w14:paraId="2234A251" w14:textId="77777777" w:rsidR="00BA5754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"Figure caption" \c </w:instrText>
      </w:r>
      <w:r>
        <w:fldChar w:fldCharType="separate"/>
      </w:r>
      <w:r w:rsidR="00BA5754">
        <w:rPr>
          <w:noProof/>
        </w:rPr>
        <w:t>Figure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Example figure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_Toc454630210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937B2C">
        <w:rPr>
          <w:noProof/>
        </w:rPr>
        <w:t>5</w:t>
      </w:r>
      <w:r w:rsidR="00BA5754">
        <w:rPr>
          <w:noProof/>
        </w:rPr>
        <w:fldChar w:fldCharType="end"/>
      </w:r>
    </w:p>
    <w:p w14:paraId="5843CC2D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Another example figure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_Toc454630211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3BFCB084" w14:textId="77777777" w:rsidR="005E4659" w:rsidRDefault="00923B4D" w:rsidP="00BA5754">
      <w:r>
        <w:fldChar w:fldCharType="end"/>
      </w:r>
    </w:p>
    <w:p w14:paraId="680C8D72" w14:textId="77777777" w:rsidR="005E4659" w:rsidRDefault="00DA17CD" w:rsidP="00C9558A">
      <w:pPr>
        <w:pStyle w:val="ListofFigures"/>
      </w:pPr>
      <w:r>
        <w:t>List of Equations</w:t>
      </w:r>
    </w:p>
    <w:p w14:paraId="449B31EB" w14:textId="77777777" w:rsidR="00BA5754" w:rsidRDefault="00D638E0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"equation" \c "Equation" </w:instrText>
      </w:r>
      <w:r>
        <w:fldChar w:fldCharType="separate"/>
      </w:r>
      <w:r w:rsidR="00BA5754">
        <w:rPr>
          <w:noProof/>
        </w:rPr>
        <w:t>Equation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Geographical range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_Toc454630220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937B2C">
        <w:rPr>
          <w:noProof/>
        </w:rPr>
        <w:t>5</w:t>
      </w:r>
      <w:r w:rsidR="00BA5754">
        <w:rPr>
          <w:noProof/>
        </w:rPr>
        <w:fldChar w:fldCharType="end"/>
      </w:r>
    </w:p>
    <w:p w14:paraId="10D6E69B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Equation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Theory of Special Relativity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_Toc454630221 \h </w:instrText>
      </w:r>
      <w:r>
        <w:rPr>
          <w:noProof/>
        </w:rPr>
      </w:r>
      <w:r>
        <w:rPr>
          <w:noProof/>
        </w:rPr>
        <w:fldChar w:fldCharType="separate"/>
      </w:r>
      <w:r w:rsidR="00937B2C">
        <w:rPr>
          <w:noProof/>
        </w:rPr>
        <w:t>5</w:t>
      </w:r>
      <w:r>
        <w:rPr>
          <w:noProof/>
        </w:rPr>
        <w:fldChar w:fldCharType="end"/>
      </w:r>
    </w:p>
    <w:p w14:paraId="1F5980CF" w14:textId="77777777" w:rsidR="00B07717" w:rsidRPr="00161325" w:rsidRDefault="00D638E0" w:rsidP="007D1805">
      <w:pPr>
        <w:pStyle w:val="TableofFigures"/>
      </w:pPr>
      <w:r>
        <w:fldChar w:fldCharType="end"/>
      </w:r>
    </w:p>
    <w:p w14:paraId="47AF3707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3BC8FCB4" w14:textId="77777777" w:rsidR="00AD1790" w:rsidRPr="00AD1790" w:rsidRDefault="00AD1790" w:rsidP="00AD1790">
      <w:pPr>
        <w:pStyle w:val="BodyText"/>
        <w:jc w:val="center"/>
        <w:rPr>
          <w:b/>
          <w:sz w:val="32"/>
          <w:szCs w:val="32"/>
        </w:rPr>
      </w:pPr>
      <w:bookmarkStart w:id="3" w:name="_Toc455653519"/>
      <w:commentRangeStart w:id="4"/>
      <w:r w:rsidRPr="00AD1790">
        <w:rPr>
          <w:b/>
          <w:sz w:val="32"/>
          <w:szCs w:val="32"/>
        </w:rPr>
        <w:lastRenderedPageBreak/>
        <w:t>Commissioning</w:t>
      </w:r>
      <w:commentRangeEnd w:id="4"/>
      <w:r>
        <w:rPr>
          <w:rStyle w:val="CommentReference"/>
        </w:rPr>
        <w:commentReference w:id="4"/>
      </w:r>
    </w:p>
    <w:p w14:paraId="28935D5C" w14:textId="77777777" w:rsidR="00AD1790" w:rsidRDefault="00AD1790" w:rsidP="00AD1790">
      <w:pPr>
        <w:pStyle w:val="BodyText"/>
      </w:pPr>
    </w:p>
    <w:p w14:paraId="38714F57" w14:textId="77777777" w:rsidR="00AD1790" w:rsidRDefault="00AD1790" w:rsidP="00AD1790">
      <w:pPr>
        <w:pStyle w:val="BodyText"/>
      </w:pPr>
      <w:r w:rsidRPr="002C716E">
        <w:rPr>
          <w:color w:val="FF0000"/>
          <w:highlight w:val="yellow"/>
        </w:rPr>
        <w:t>This is a broad outline, meant for further review and content development.</w:t>
      </w:r>
    </w:p>
    <w:p w14:paraId="54943356" w14:textId="77777777" w:rsidR="00AD1790" w:rsidRDefault="00AD1790" w:rsidP="00AD1790">
      <w:pPr>
        <w:pStyle w:val="BodyText"/>
      </w:pPr>
    </w:p>
    <w:p w14:paraId="27DED95E" w14:textId="77777777" w:rsidR="004944C8" w:rsidRDefault="00ED4450" w:rsidP="00DE2814">
      <w:pPr>
        <w:pStyle w:val="Heading1"/>
      </w:pPr>
      <w:commentRangeStart w:id="6"/>
      <w:r>
        <w:t>INTRODUCTION</w:t>
      </w:r>
      <w:commentRangeEnd w:id="6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6"/>
      </w:r>
      <w:bookmarkEnd w:id="3"/>
    </w:p>
    <w:p w14:paraId="2B45AC1D" w14:textId="77777777" w:rsidR="004944C8" w:rsidRDefault="004944C8" w:rsidP="004944C8">
      <w:pPr>
        <w:pStyle w:val="Heading1separatationline"/>
      </w:pPr>
    </w:p>
    <w:p w14:paraId="0FA279D2" w14:textId="77777777" w:rsidR="009E3339" w:rsidRDefault="009E3339" w:rsidP="009E3339">
      <w:pPr>
        <w:pStyle w:val="BodyText"/>
      </w:pPr>
      <w:r>
        <w:t>Brief introduction explaining the concept of using modern AtoN equipment on heritage lighthouse sites.</w:t>
      </w:r>
    </w:p>
    <w:p w14:paraId="0C4990AD" w14:textId="77777777" w:rsidR="009E3339" w:rsidRDefault="009E3339" w:rsidP="009E3339">
      <w:pPr>
        <w:pStyle w:val="BodyText"/>
      </w:pPr>
      <w:r>
        <w:t>Refer broadly to the considerations required when designing, planning, implementing. This would be explained in more detail in following sections.</w:t>
      </w:r>
    </w:p>
    <w:p w14:paraId="1A5501EB" w14:textId="12C6F2C8" w:rsidR="009E3339" w:rsidRDefault="009E3339" w:rsidP="009E3339">
      <w:pPr>
        <w:pStyle w:val="BodyText"/>
      </w:pPr>
      <w:r>
        <w:t xml:space="preserve">Refer to importance of national legislation affecting heritage sites and what this means to installation of </w:t>
      </w:r>
      <w:r>
        <w:t>AtoN equipment.</w:t>
      </w:r>
    </w:p>
    <w:p w14:paraId="34A6CBBD" w14:textId="755C900F" w:rsidR="009E3339" w:rsidRDefault="009E3339" w:rsidP="009E3339">
      <w:pPr>
        <w:pStyle w:val="Heading1"/>
      </w:pPr>
      <w:r>
        <w:t>PLANNING &amp; TECHNICAL CONSIDERATIONS</w:t>
      </w:r>
    </w:p>
    <w:p w14:paraId="7B0F927F" w14:textId="77777777" w:rsidR="009E3339" w:rsidRPr="009E3339" w:rsidRDefault="009E3339" w:rsidP="009E3339">
      <w:pPr>
        <w:pStyle w:val="Heading1separatationline"/>
      </w:pPr>
    </w:p>
    <w:p w14:paraId="7DE2DB89" w14:textId="1EEE5FB4" w:rsidR="009E3339" w:rsidRDefault="009E3339" w:rsidP="009E3339">
      <w:pPr>
        <w:pStyle w:val="BodyText"/>
      </w:pPr>
      <w:r>
        <w:t>Needs analysis and justific</w:t>
      </w:r>
      <w:r>
        <w:t>ations for installation modern AtoN</w:t>
      </w:r>
      <w:r>
        <w:t xml:space="preserve"> equipment on historical lighthouses. i.e what is the reason? Location? Does the complexities of the install make it financially prohibit</w:t>
      </w:r>
      <w:r>
        <w:t>ive?</w:t>
      </w:r>
    </w:p>
    <w:p w14:paraId="030D1AB9" w14:textId="4C5B06EF" w:rsidR="009E3339" w:rsidRDefault="009E3339" w:rsidP="009E3339">
      <w:pPr>
        <w:pStyle w:val="BodyText"/>
      </w:pPr>
      <w:r>
        <w:t xml:space="preserve">Are there any restrictions on structural changes or additions that may relate to heritage / historical </w:t>
      </w:r>
      <w:r w:rsidR="00AD1790">
        <w:t>status?</w:t>
      </w:r>
      <w:r>
        <w:t xml:space="preserve"> </w:t>
      </w:r>
      <w:r>
        <w:t xml:space="preserve"> </w:t>
      </w:r>
      <w:r>
        <w:t xml:space="preserve">Are there any organizations or government bodies that should be consulted? Are there processes or procedures that should be </w:t>
      </w:r>
      <w:r w:rsidR="00AD1790">
        <w:t>followed?</w:t>
      </w:r>
    </w:p>
    <w:p w14:paraId="28C6D9BD" w14:textId="02068DDA" w:rsidR="009E3339" w:rsidRDefault="009E3339" w:rsidP="009E3339">
      <w:pPr>
        <w:pStyle w:val="BodyText"/>
      </w:pPr>
      <w:r>
        <w:t xml:space="preserve">Assessment of the condition, integrity and suitability of the structure. </w:t>
      </w:r>
      <w:r>
        <w:t xml:space="preserve"> </w:t>
      </w:r>
      <w:r>
        <w:t>Can equipment be safely installed?</w:t>
      </w:r>
    </w:p>
    <w:p w14:paraId="6F9BF9C8" w14:textId="77777777" w:rsidR="009E3339" w:rsidRDefault="009E3339" w:rsidP="009E3339">
      <w:pPr>
        <w:pStyle w:val="BodyText"/>
      </w:pPr>
      <w:r>
        <w:t>Incorporating power supplies into a heritage structure – storage, mounting. How? Where?</w:t>
      </w:r>
    </w:p>
    <w:p w14:paraId="4DCA617F" w14:textId="77777777" w:rsidR="009E3339" w:rsidRDefault="009E3339" w:rsidP="009E3339">
      <w:pPr>
        <w:pStyle w:val="BodyText"/>
      </w:pPr>
      <w:r>
        <w:t>Methods of installation sensors and equipment (brackets / pedestals). How? Where?</w:t>
      </w:r>
    </w:p>
    <w:p w14:paraId="680B1815" w14:textId="2B6D0639" w:rsidR="009E3339" w:rsidRDefault="009E3339" w:rsidP="009E3339">
      <w:pPr>
        <w:pStyle w:val="BodyText"/>
      </w:pPr>
      <w:r>
        <w:t>Compatibility of installation met</w:t>
      </w:r>
      <w:r>
        <w:t>hods with structure materials, i</w:t>
      </w:r>
      <w:r>
        <w:t>.e</w:t>
      </w:r>
      <w:r>
        <w:t>.</w:t>
      </w:r>
      <w:r>
        <w:t xml:space="preserve"> mounting on masonry, timber etc. How to do it and avoid damaging the structure? How to do it to ensure that equipment is safely installed?</w:t>
      </w:r>
    </w:p>
    <w:p w14:paraId="0CA7BA65" w14:textId="77777777" w:rsidR="009E3339" w:rsidRDefault="009E3339" w:rsidP="009E3339">
      <w:pPr>
        <w:pStyle w:val="BodyText"/>
      </w:pPr>
      <w:r>
        <w:t>Inter-functionality of systems. Are there multiple systems? Is there equipment that could possibly cause conflict during operation.</w:t>
      </w:r>
    </w:p>
    <w:p w14:paraId="19A66339" w14:textId="77777777" w:rsidR="009E3339" w:rsidRDefault="009E3339" w:rsidP="009E3339">
      <w:pPr>
        <w:pStyle w:val="BodyText"/>
      </w:pPr>
      <w:r>
        <w:t>Maintaining aesthetics on heritage sites. Need to consider the aesthetic appeal of important heritage lighthouses and ensure this is maintained.</w:t>
      </w:r>
    </w:p>
    <w:p w14:paraId="7551C8D9" w14:textId="777A5A06" w:rsidR="009E3339" w:rsidRDefault="009E3339" w:rsidP="009E3339">
      <w:pPr>
        <w:pStyle w:val="Heading1"/>
      </w:pPr>
      <w:r>
        <w:t>TYPES OF MODERN A</w:t>
      </w:r>
      <w:r>
        <w:rPr>
          <w:caps w:val="0"/>
        </w:rPr>
        <w:t>to</w:t>
      </w:r>
      <w:r>
        <w:t>N</w:t>
      </w:r>
    </w:p>
    <w:p w14:paraId="093D5F8B" w14:textId="77777777" w:rsidR="009E3339" w:rsidRPr="009E3339" w:rsidRDefault="009E3339" w:rsidP="009E3339">
      <w:pPr>
        <w:pStyle w:val="Heading1separatationline"/>
      </w:pPr>
    </w:p>
    <w:p w14:paraId="5D932F0E" w14:textId="10947FD1" w:rsidR="009E3339" w:rsidRDefault="009E3339" w:rsidP="009E3339">
      <w:pPr>
        <w:pStyle w:val="BodyText"/>
      </w:pPr>
      <w:r>
        <w:t xml:space="preserve">Brief content on types of Modern </w:t>
      </w:r>
      <w:r>
        <w:t>Aids to Navigation (</w:t>
      </w:r>
      <w:r>
        <w:t>AtoN</w:t>
      </w:r>
      <w:r>
        <w:t>)</w:t>
      </w:r>
      <w:r>
        <w:t xml:space="preserve"> that can be installed on heritage lighthouse, with some practical considerations – e.g</w:t>
      </w:r>
      <w:r>
        <w:t>.</w:t>
      </w:r>
      <w:r>
        <w:t xml:space="preserve"> Installation method, location on structure, OH&amp;S risks, power supplies, </w:t>
      </w:r>
    </w:p>
    <w:p w14:paraId="72812099" w14:textId="698FDE2E" w:rsidR="009E3339" w:rsidRDefault="009E3339" w:rsidP="009E3339">
      <w:pPr>
        <w:pStyle w:val="BodyText"/>
      </w:pPr>
      <w:r>
        <w:t xml:space="preserve">Modern light source in traditional optic. Refer to other </w:t>
      </w:r>
      <w:r>
        <w:t>IALA G</w:t>
      </w:r>
      <w:r>
        <w:t>uidelines as necessary.</w:t>
      </w:r>
    </w:p>
    <w:p w14:paraId="5ECC78BA" w14:textId="77777777" w:rsidR="009E3339" w:rsidRDefault="009E3339" w:rsidP="009E3339">
      <w:pPr>
        <w:pStyle w:val="BodyText"/>
      </w:pPr>
      <w:r>
        <w:t>AIS / VHF?</w:t>
      </w:r>
    </w:p>
    <w:p w14:paraId="65406E2E" w14:textId="77777777" w:rsidR="009E3339" w:rsidRDefault="009E3339" w:rsidP="009E3339">
      <w:pPr>
        <w:pStyle w:val="BodyText"/>
      </w:pPr>
      <w:r>
        <w:t>CCTV?</w:t>
      </w:r>
    </w:p>
    <w:p w14:paraId="73CFC927" w14:textId="77777777" w:rsidR="009E3339" w:rsidRDefault="009E3339" w:rsidP="009E3339">
      <w:pPr>
        <w:pStyle w:val="BodyText"/>
      </w:pPr>
      <w:r>
        <w:t>Radar?</w:t>
      </w:r>
    </w:p>
    <w:p w14:paraId="0564D355" w14:textId="77777777" w:rsidR="009E3339" w:rsidRDefault="009E3339" w:rsidP="009E3339">
      <w:pPr>
        <w:pStyle w:val="BodyText"/>
      </w:pPr>
      <w:r>
        <w:t>DGNSS?</w:t>
      </w:r>
    </w:p>
    <w:p w14:paraId="080C2898" w14:textId="77777777" w:rsidR="009E3339" w:rsidRDefault="009E3339" w:rsidP="009E3339">
      <w:pPr>
        <w:pStyle w:val="BodyText"/>
      </w:pPr>
      <w:r>
        <w:t>Meteorological?</w:t>
      </w:r>
    </w:p>
    <w:p w14:paraId="557DF1FC" w14:textId="77777777" w:rsidR="009E3339" w:rsidRDefault="009E3339" w:rsidP="009E3339">
      <w:pPr>
        <w:pStyle w:val="BodyText"/>
      </w:pPr>
      <w:r>
        <w:t>Radio comms?</w:t>
      </w:r>
    </w:p>
    <w:p w14:paraId="5BB9352D" w14:textId="77777777" w:rsidR="009E3339" w:rsidRDefault="009E3339" w:rsidP="009E3339">
      <w:pPr>
        <w:pStyle w:val="BodyText"/>
      </w:pPr>
      <w:r>
        <w:t>Power supplies.</w:t>
      </w:r>
    </w:p>
    <w:p w14:paraId="24FA7BDD" w14:textId="4F4B6C1E" w:rsidR="009E3339" w:rsidRDefault="009E3339" w:rsidP="009E3339">
      <w:pPr>
        <w:pStyle w:val="Heading1"/>
      </w:pPr>
      <w:r>
        <w:lastRenderedPageBreak/>
        <w:t>MAINTENANCE AND OPERATIONAL CONSIDERATIONS</w:t>
      </w:r>
    </w:p>
    <w:p w14:paraId="1B7F99D6" w14:textId="77777777" w:rsidR="009E3339" w:rsidRPr="009E3339" w:rsidRDefault="009E3339" w:rsidP="009E3339">
      <w:pPr>
        <w:pStyle w:val="Heading1separatationline"/>
      </w:pPr>
    </w:p>
    <w:p w14:paraId="386E84CF" w14:textId="5C6F25A4" w:rsidR="009E3339" w:rsidRDefault="009E3339" w:rsidP="009E3339">
      <w:pPr>
        <w:pStyle w:val="BodyText"/>
      </w:pPr>
      <w:r>
        <w:t>Processes or procedures specific to the structure and materials</w:t>
      </w:r>
      <w:r>
        <w:t>, i</w:t>
      </w:r>
      <w:r>
        <w:t>.e</w:t>
      </w:r>
      <w:r>
        <w:t>.</w:t>
      </w:r>
      <w:r>
        <w:t xml:space="preserve"> maintenance of </w:t>
      </w:r>
      <w:r>
        <w:t>A</w:t>
      </w:r>
      <w:r>
        <w:t>to</w:t>
      </w:r>
      <w:r>
        <w:t>N</w:t>
      </w:r>
      <w:r>
        <w:t xml:space="preserve"> equipment should be non-intrusive and should not result in risk of degradation or damage to structure.</w:t>
      </w:r>
    </w:p>
    <w:p w14:paraId="02E9C388" w14:textId="77777777" w:rsidR="009E3339" w:rsidRDefault="009E3339" w:rsidP="009E3339">
      <w:pPr>
        <w:pStyle w:val="BodyText"/>
      </w:pPr>
      <w:r>
        <w:t>OH&amp;S / access / stability.</w:t>
      </w:r>
    </w:p>
    <w:p w14:paraId="5CFEF313" w14:textId="77777777" w:rsidR="009E3339" w:rsidRDefault="009E3339" w:rsidP="009E3339">
      <w:pPr>
        <w:pStyle w:val="BodyText"/>
      </w:pPr>
      <w:r>
        <w:t>Remote monitoring.</w:t>
      </w:r>
    </w:p>
    <w:p w14:paraId="32E69BC9" w14:textId="0E2C36B8" w:rsidR="006744D8" w:rsidRDefault="009E3339" w:rsidP="00AD1790">
      <w:pPr>
        <w:pStyle w:val="BodyText"/>
      </w:pPr>
      <w:r>
        <w:t xml:space="preserve">Refer to suitable </w:t>
      </w:r>
      <w:r w:rsidR="00AD1790">
        <w:t>IALA G</w:t>
      </w:r>
      <w:r>
        <w:t>uideline</w:t>
      </w:r>
    </w:p>
    <w:p w14:paraId="53F332A7" w14:textId="77777777" w:rsidR="006744D8" w:rsidRDefault="006744D8" w:rsidP="009E3339">
      <w:pPr>
        <w:pStyle w:val="Heading1"/>
      </w:pPr>
      <w:bookmarkStart w:id="7" w:name="_Toc455653530"/>
      <w:r>
        <w:t>Acronyms</w:t>
      </w:r>
      <w:bookmarkEnd w:id="7"/>
    </w:p>
    <w:p w14:paraId="33EB1932" w14:textId="77777777" w:rsidR="006744D8" w:rsidRDefault="006744D8" w:rsidP="006744D8">
      <w:pPr>
        <w:pStyle w:val="Heading2separationline"/>
      </w:pPr>
    </w:p>
    <w:p w14:paraId="5D32558D" w14:textId="17D62935" w:rsidR="006744D8" w:rsidRDefault="009E3339" w:rsidP="006744D8">
      <w:pPr>
        <w:pStyle w:val="Acronym"/>
      </w:pPr>
      <w:r>
        <w:t>AIS</w:t>
      </w:r>
      <w:r>
        <w:tab/>
      </w:r>
    </w:p>
    <w:p w14:paraId="5FEB1914" w14:textId="5453399D" w:rsidR="009E3339" w:rsidRDefault="009E3339" w:rsidP="006744D8">
      <w:pPr>
        <w:pStyle w:val="Acronym"/>
      </w:pPr>
      <w:r>
        <w:t>AtoN</w:t>
      </w:r>
      <w:r>
        <w:tab/>
      </w:r>
    </w:p>
    <w:p w14:paraId="0DF7A2AF" w14:textId="68FB7D49" w:rsidR="009E3339" w:rsidRDefault="009E3339" w:rsidP="006744D8">
      <w:pPr>
        <w:pStyle w:val="Acronym"/>
      </w:pPr>
      <w:r>
        <w:t>CCTV</w:t>
      </w:r>
      <w:r>
        <w:tab/>
      </w:r>
    </w:p>
    <w:p w14:paraId="6E8CDD25" w14:textId="2D0CBC38" w:rsidR="009E3339" w:rsidRDefault="009E3339" w:rsidP="009E3339">
      <w:pPr>
        <w:pStyle w:val="Acronym"/>
      </w:pPr>
      <w:r>
        <w:t>DGN</w:t>
      </w:r>
      <w:r>
        <w:t>SS</w:t>
      </w:r>
      <w:r>
        <w:tab/>
      </w:r>
    </w:p>
    <w:p w14:paraId="2F03F4E6" w14:textId="45D6D9BF" w:rsidR="009E3339" w:rsidRDefault="009E3339" w:rsidP="009E3339">
      <w:pPr>
        <w:pStyle w:val="Acronym"/>
      </w:pPr>
      <w:r>
        <w:t>IALA</w:t>
      </w:r>
      <w:r>
        <w:tab/>
      </w:r>
    </w:p>
    <w:p w14:paraId="5C9D79D9" w14:textId="20585AF1" w:rsidR="009E3339" w:rsidRDefault="009E3339" w:rsidP="009E3339">
      <w:pPr>
        <w:pStyle w:val="Acronym"/>
      </w:pPr>
      <w:r>
        <w:t>OH&amp;S</w:t>
      </w:r>
      <w:r>
        <w:tab/>
      </w:r>
    </w:p>
    <w:p w14:paraId="7028D18A" w14:textId="5BF3E2FB" w:rsidR="009E3339" w:rsidRDefault="009E3339" w:rsidP="006744D8">
      <w:pPr>
        <w:pStyle w:val="Acronym"/>
      </w:pPr>
      <w:r>
        <w:t>VHF</w:t>
      </w:r>
      <w:r>
        <w:tab/>
      </w:r>
    </w:p>
    <w:p w14:paraId="1E536105" w14:textId="77777777" w:rsidR="00D32DDF" w:rsidRDefault="00D32DDF" w:rsidP="002C77F4">
      <w:pPr>
        <w:pStyle w:val="Heading1"/>
      </w:pPr>
      <w:bookmarkStart w:id="8" w:name="_Toc455653532"/>
      <w:r>
        <w:t>R</w:t>
      </w:r>
      <w:r w:rsidR="0093492E">
        <w:t>EFERENCES</w:t>
      </w:r>
      <w:bookmarkEnd w:id="8"/>
    </w:p>
    <w:p w14:paraId="7FBDCD36" w14:textId="77777777" w:rsidR="00D32DDF" w:rsidRDefault="00D32DDF" w:rsidP="00D32DDF">
      <w:pPr>
        <w:pStyle w:val="Heading1separatationline"/>
      </w:pPr>
    </w:p>
    <w:p w14:paraId="2F768D00" w14:textId="77777777" w:rsidR="00C80307" w:rsidRPr="00C80307" w:rsidRDefault="005E657A" w:rsidP="00C80307">
      <w:pPr>
        <w:pStyle w:val="BodyText"/>
      </w:pPr>
      <w:r>
        <w:t>Body text</w:t>
      </w:r>
      <w:r w:rsidR="00CB08B6">
        <w:t>.</w:t>
      </w:r>
    </w:p>
    <w:p w14:paraId="720C008E" w14:textId="77777777" w:rsidR="00D32DDF" w:rsidRDefault="00D32DDF" w:rsidP="00D32DDF">
      <w:pPr>
        <w:pStyle w:val="Reference"/>
      </w:pPr>
      <w:r>
        <w:t>Abcd</w:t>
      </w:r>
    </w:p>
    <w:p w14:paraId="517E3355" w14:textId="77777777" w:rsidR="00D32DDF" w:rsidRPr="00D32DDF" w:rsidRDefault="00D32DDF" w:rsidP="00D32DDF">
      <w:pPr>
        <w:pStyle w:val="Reference"/>
      </w:pPr>
      <w:r>
        <w:t>Efgh</w:t>
      </w:r>
    </w:p>
    <w:p w14:paraId="71842582" w14:textId="77777777" w:rsidR="008972C3" w:rsidRDefault="008972C3" w:rsidP="00F707B3">
      <w:pPr>
        <w:pStyle w:val="BodyText"/>
      </w:pPr>
    </w:p>
    <w:p w14:paraId="759FE010" w14:textId="77777777" w:rsidR="00BF1358" w:rsidRDefault="00BF1358" w:rsidP="00DE2814">
      <w:pPr>
        <w:pStyle w:val="Annex"/>
        <w:sectPr w:rsidR="00BF1358" w:rsidSect="00C716E5">
          <w:headerReference w:type="default" r:id="rId20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  <w:bookmarkStart w:id="9" w:name="_Toc434514869"/>
    </w:p>
    <w:p w14:paraId="1163BF20" w14:textId="77777777" w:rsidR="008972C3" w:rsidRPr="00CD75A0" w:rsidRDefault="003621C3" w:rsidP="001F4EF8">
      <w:pPr>
        <w:pStyle w:val="Annex"/>
      </w:pPr>
      <w:bookmarkStart w:id="10" w:name="_Toc442417797"/>
      <w:bookmarkStart w:id="11" w:name="_Toc455653533"/>
      <w:bookmarkEnd w:id="9"/>
      <w:r>
        <w:rPr>
          <w:caps w:val="0"/>
        </w:rPr>
        <w:lastRenderedPageBreak/>
        <w:t xml:space="preserve">EXAMPLE OF AN ANNEX </w:t>
      </w:r>
      <w:r w:rsidR="00914330">
        <w:rPr>
          <w:caps w:val="0"/>
        </w:rPr>
        <w:t>- LANDSCAPE</w:t>
      </w:r>
      <w:bookmarkEnd w:id="10"/>
      <w:bookmarkEnd w:id="11"/>
    </w:p>
    <w:p w14:paraId="3AA7E519" w14:textId="77777777" w:rsidR="008C33B5" w:rsidRDefault="000174F9" w:rsidP="00EE54CB">
      <w:pPr>
        <w:pStyle w:val="BodyText"/>
      </w:pPr>
      <w:r>
        <w:t>Body text</w:t>
      </w:r>
    </w:p>
    <w:p w14:paraId="560CCBF1" w14:textId="77777777" w:rsidR="007D77AB" w:rsidRDefault="00BA5754" w:rsidP="007D77AB">
      <w:pPr>
        <w:pStyle w:val="AnnexAHead1"/>
      </w:pPr>
      <w:r>
        <w:t xml:space="preserve">example of </w:t>
      </w:r>
      <w:r w:rsidR="007D77AB">
        <w:t>ANNEX heading level 1</w:t>
      </w:r>
    </w:p>
    <w:p w14:paraId="43F8D0EA" w14:textId="77777777" w:rsidR="007D77AB" w:rsidRDefault="00C262E4" w:rsidP="00AB76B7">
      <w:pPr>
        <w:pStyle w:val="Headingseparationline-landscape"/>
      </w:pPr>
      <w:r>
        <w:rPr>
          <w:rStyle w:val="CommentReference"/>
          <w:color w:val="auto"/>
        </w:rPr>
        <w:commentReference w:id="12"/>
      </w:r>
    </w:p>
    <w:p w14:paraId="3B737E38" w14:textId="77777777" w:rsidR="007D77AB" w:rsidRDefault="007D77AB" w:rsidP="007D77AB">
      <w:pPr>
        <w:pStyle w:val="BodyText"/>
      </w:pPr>
      <w:r>
        <w:t>Body text</w:t>
      </w:r>
    </w:p>
    <w:p w14:paraId="58BE02AF" w14:textId="77777777" w:rsidR="007D77AB" w:rsidRDefault="00BA5754" w:rsidP="007D77AB">
      <w:pPr>
        <w:pStyle w:val="AnnexAHead2"/>
      </w:pPr>
      <w:r>
        <w:t xml:space="preserve">example of </w:t>
      </w:r>
      <w:r w:rsidR="007D77AB">
        <w:t>annex heading level 2</w:t>
      </w:r>
    </w:p>
    <w:p w14:paraId="0C79D356" w14:textId="77777777" w:rsidR="007D77AB" w:rsidRDefault="007D77AB" w:rsidP="00AB76B7">
      <w:pPr>
        <w:pStyle w:val="Headingseparationline-landscape"/>
      </w:pPr>
    </w:p>
    <w:p w14:paraId="38AD42F7" w14:textId="77777777" w:rsidR="007D77AB" w:rsidRDefault="007D77AB" w:rsidP="007D77AB">
      <w:pPr>
        <w:pStyle w:val="BodyText"/>
      </w:pPr>
      <w:r>
        <w:t>Body text</w:t>
      </w:r>
    </w:p>
    <w:p w14:paraId="69EEC476" w14:textId="77777777" w:rsidR="007D77AB" w:rsidRDefault="00BA5754" w:rsidP="007D77AB">
      <w:pPr>
        <w:pStyle w:val="AnnexAHead3"/>
      </w:pPr>
      <w:r>
        <w:t xml:space="preserve">Example of </w:t>
      </w:r>
      <w:r w:rsidR="007D77AB">
        <w:t>annex heading level 3</w:t>
      </w:r>
    </w:p>
    <w:p w14:paraId="07F3CEB1" w14:textId="77777777" w:rsidR="007D77AB" w:rsidRPr="005F1386" w:rsidRDefault="007D77AB" w:rsidP="007D77AB">
      <w:pPr>
        <w:pStyle w:val="BodyText"/>
      </w:pPr>
      <w:r>
        <w:t>Body text</w:t>
      </w:r>
    </w:p>
    <w:p w14:paraId="2F4D1E64" w14:textId="77777777" w:rsidR="007D77AB" w:rsidRDefault="00BA5754" w:rsidP="007D77AB">
      <w:pPr>
        <w:pStyle w:val="AnnexAHead4"/>
      </w:pPr>
      <w:r>
        <w:t>Example of A</w:t>
      </w:r>
      <w:r w:rsidR="007D77AB">
        <w:t>nnex heading level 4</w:t>
      </w:r>
    </w:p>
    <w:p w14:paraId="3C939DBF" w14:textId="77777777" w:rsidR="007D77AB" w:rsidRDefault="007D77AB" w:rsidP="007D77AB">
      <w:pPr>
        <w:pStyle w:val="BodyText"/>
      </w:pPr>
      <w:r>
        <w:t>Body text</w:t>
      </w:r>
    </w:p>
    <w:p w14:paraId="061783CE" w14:textId="77777777" w:rsidR="000174F9" w:rsidRPr="008C33B5" w:rsidRDefault="000174F9" w:rsidP="000174F9">
      <w:pPr>
        <w:pStyle w:val="Tablecaption"/>
      </w:pPr>
      <w:r>
        <w:t xml:space="preserve"> </w:t>
      </w:r>
      <w:bookmarkStart w:id="13" w:name="_Toc442524746"/>
      <w:bookmarkStart w:id="14" w:name="_Toc454630203"/>
      <w:r>
        <w:t>Example table</w:t>
      </w:r>
      <w:bookmarkEnd w:id="13"/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1898"/>
        <w:gridCol w:w="2976"/>
        <w:gridCol w:w="3403"/>
        <w:gridCol w:w="3402"/>
        <w:gridCol w:w="2410"/>
      </w:tblGrid>
      <w:tr w:rsidR="008972C3" w:rsidRPr="00760657" w14:paraId="2A59D17F" w14:textId="77777777" w:rsidTr="003A04A6">
        <w:trPr>
          <w:trHeight w:val="454"/>
          <w:tblHeader/>
        </w:trPr>
        <w:tc>
          <w:tcPr>
            <w:tcW w:w="620" w:type="dxa"/>
            <w:shd w:val="clear" w:color="auto" w:fill="auto"/>
            <w:vAlign w:val="center"/>
          </w:tcPr>
          <w:p w14:paraId="4F281A07" w14:textId="77777777" w:rsidR="008972C3" w:rsidRPr="00925E0F" w:rsidRDefault="008972C3" w:rsidP="00414698">
            <w:pPr>
              <w:pStyle w:val="Tableheading"/>
            </w:pPr>
            <w:r w:rsidRPr="00925E0F">
              <w:t>No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07B4E1E" w14:textId="77777777" w:rsidR="008972C3" w:rsidRPr="00925E0F" w:rsidRDefault="008972C3" w:rsidP="00414698">
            <w:pPr>
              <w:pStyle w:val="Tableheading"/>
            </w:pPr>
            <w:r w:rsidRPr="00925E0F">
              <w:t>Title/Topic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570AAFE" w14:textId="77777777" w:rsidR="008972C3" w:rsidRPr="00925E0F" w:rsidRDefault="008972C3" w:rsidP="00414698">
            <w:pPr>
              <w:pStyle w:val="Tableheading"/>
            </w:pPr>
            <w:r w:rsidRPr="00925E0F">
              <w:t>IMO References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6E5CA0CC" w14:textId="77777777" w:rsidR="008972C3" w:rsidRPr="00925E0F" w:rsidRDefault="008972C3" w:rsidP="00414698">
            <w:pPr>
              <w:pStyle w:val="Tableheading"/>
            </w:pPr>
            <w:r w:rsidRPr="00925E0F">
              <w:t>Requirements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9199BC" w14:textId="77777777" w:rsidR="008972C3" w:rsidRPr="00925E0F" w:rsidRDefault="008972C3" w:rsidP="00414698">
            <w:pPr>
              <w:pStyle w:val="Tableheading"/>
            </w:pPr>
            <w:r w:rsidRPr="00925E0F">
              <w:t>Possible Audit Questions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C3A33A" w14:textId="77777777" w:rsidR="008972C3" w:rsidRPr="00760657" w:rsidRDefault="008972C3" w:rsidP="00414698">
            <w:pPr>
              <w:pStyle w:val="Tableheading"/>
            </w:pPr>
            <w:r w:rsidRPr="00925E0F">
              <w:t>Remarks</w:t>
            </w:r>
          </w:p>
        </w:tc>
      </w:tr>
      <w:tr w:rsidR="008972C3" w14:paraId="48607C86" w14:textId="77777777" w:rsidTr="003A04A6">
        <w:trPr>
          <w:trHeight w:val="454"/>
        </w:trPr>
        <w:tc>
          <w:tcPr>
            <w:tcW w:w="620" w:type="dxa"/>
            <w:vMerge w:val="restart"/>
            <w:vAlign w:val="center"/>
          </w:tcPr>
          <w:p w14:paraId="52C6BE6A" w14:textId="77777777" w:rsidR="008972C3" w:rsidRPr="001D3992" w:rsidRDefault="008972C3" w:rsidP="00AA3E01">
            <w:pPr>
              <w:pStyle w:val="Tabletext"/>
              <w:rPr>
                <w:szCs w:val="20"/>
              </w:rPr>
            </w:pPr>
            <w:r w:rsidRPr="001D3992">
              <w:rPr>
                <w:szCs w:val="20"/>
              </w:rPr>
              <w:t>1</w:t>
            </w:r>
          </w:p>
        </w:tc>
        <w:tc>
          <w:tcPr>
            <w:tcW w:w="1898" w:type="dxa"/>
            <w:vMerge w:val="restart"/>
            <w:vAlign w:val="center"/>
          </w:tcPr>
          <w:p w14:paraId="2D83DB13" w14:textId="77777777" w:rsidR="008972C3" w:rsidRPr="001D3992" w:rsidRDefault="000174F9" w:rsidP="00AA3E01">
            <w:pPr>
              <w:pStyle w:val="Tabletext"/>
              <w:rPr>
                <w:szCs w:val="20"/>
              </w:rPr>
            </w:pPr>
            <w:r w:rsidRPr="001D3992">
              <w:rPr>
                <w:szCs w:val="20"/>
              </w:rPr>
              <w:t>Table text</w:t>
            </w:r>
          </w:p>
        </w:tc>
        <w:tc>
          <w:tcPr>
            <w:tcW w:w="2976" w:type="dxa"/>
            <w:shd w:val="clear" w:color="auto" w:fill="94D9F7"/>
            <w:vAlign w:val="center"/>
          </w:tcPr>
          <w:p w14:paraId="36783754" w14:textId="77777777" w:rsidR="008972C3" w:rsidRPr="001D3992" w:rsidRDefault="000174F9" w:rsidP="00AA3E01">
            <w:pPr>
              <w:pStyle w:val="Tabletext"/>
              <w:rPr>
                <w:szCs w:val="20"/>
              </w:rPr>
            </w:pPr>
            <w:r w:rsidRPr="001D3992">
              <w:rPr>
                <w:szCs w:val="20"/>
              </w:rPr>
              <w:t>Table text</w:t>
            </w:r>
          </w:p>
        </w:tc>
        <w:tc>
          <w:tcPr>
            <w:tcW w:w="3403" w:type="dxa"/>
            <w:vAlign w:val="center"/>
          </w:tcPr>
          <w:p w14:paraId="3CEF59AC" w14:textId="77777777" w:rsidR="008972C3" w:rsidRPr="001D3992" w:rsidRDefault="00AA3E01" w:rsidP="00AA3E01">
            <w:pPr>
              <w:pStyle w:val="Tabletext"/>
              <w:rPr>
                <w:szCs w:val="20"/>
              </w:rPr>
            </w:pPr>
            <w:r w:rsidRPr="001D3992">
              <w:rPr>
                <w:szCs w:val="20"/>
              </w:rPr>
              <w:t>Table text</w:t>
            </w:r>
          </w:p>
        </w:tc>
        <w:tc>
          <w:tcPr>
            <w:tcW w:w="3402" w:type="dxa"/>
            <w:vMerge w:val="restart"/>
            <w:vAlign w:val="center"/>
          </w:tcPr>
          <w:p w14:paraId="454FF240" w14:textId="77777777" w:rsidR="008972C3" w:rsidRPr="00595415" w:rsidRDefault="00AA3E01" w:rsidP="00AA3E01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Table text</w:t>
            </w:r>
          </w:p>
        </w:tc>
        <w:tc>
          <w:tcPr>
            <w:tcW w:w="2410" w:type="dxa"/>
            <w:vMerge w:val="restart"/>
            <w:vAlign w:val="center"/>
          </w:tcPr>
          <w:p w14:paraId="270D6821" w14:textId="77777777" w:rsidR="008972C3" w:rsidRDefault="00AA3E01" w:rsidP="00D653B1">
            <w:pPr>
              <w:pStyle w:val="Tabletext"/>
            </w:pPr>
            <w:r>
              <w:rPr>
                <w:szCs w:val="20"/>
              </w:rPr>
              <w:t>Table text</w:t>
            </w:r>
          </w:p>
        </w:tc>
      </w:tr>
      <w:tr w:rsidR="008972C3" w14:paraId="370260CE" w14:textId="77777777" w:rsidTr="003A04A6">
        <w:trPr>
          <w:trHeight w:val="454"/>
        </w:trPr>
        <w:tc>
          <w:tcPr>
            <w:tcW w:w="620" w:type="dxa"/>
            <w:vMerge/>
            <w:vAlign w:val="center"/>
          </w:tcPr>
          <w:p w14:paraId="389605E9" w14:textId="77777777" w:rsidR="008972C3" w:rsidRPr="001D3992" w:rsidRDefault="008972C3" w:rsidP="00AA3E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14:paraId="6E6D7E54" w14:textId="77777777" w:rsidR="008972C3" w:rsidRPr="001D3992" w:rsidRDefault="008972C3" w:rsidP="00AA3E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E2EEDA"/>
            <w:vAlign w:val="center"/>
          </w:tcPr>
          <w:p w14:paraId="79944FAD" w14:textId="77777777" w:rsidR="008972C3" w:rsidRPr="001D3992" w:rsidRDefault="00AA3E01" w:rsidP="00AA3E01">
            <w:pPr>
              <w:pStyle w:val="Tabletext"/>
              <w:rPr>
                <w:szCs w:val="20"/>
              </w:rPr>
            </w:pPr>
            <w:r w:rsidRPr="001D3992">
              <w:rPr>
                <w:szCs w:val="20"/>
              </w:rPr>
              <w:t>Table text</w:t>
            </w:r>
          </w:p>
        </w:tc>
        <w:tc>
          <w:tcPr>
            <w:tcW w:w="3403" w:type="dxa"/>
            <w:vAlign w:val="center"/>
          </w:tcPr>
          <w:p w14:paraId="49C1A718" w14:textId="77777777" w:rsidR="008972C3" w:rsidRPr="001D3992" w:rsidRDefault="00AA3E01" w:rsidP="00AA3E01">
            <w:pPr>
              <w:ind w:left="101"/>
              <w:jc w:val="both"/>
              <w:rPr>
                <w:sz w:val="20"/>
                <w:szCs w:val="20"/>
              </w:rPr>
            </w:pPr>
            <w:r w:rsidRPr="001D3992">
              <w:rPr>
                <w:sz w:val="20"/>
                <w:szCs w:val="20"/>
              </w:rPr>
              <w:t>Table text</w:t>
            </w:r>
          </w:p>
        </w:tc>
        <w:tc>
          <w:tcPr>
            <w:tcW w:w="3402" w:type="dxa"/>
            <w:vMerge/>
            <w:vAlign w:val="center"/>
          </w:tcPr>
          <w:p w14:paraId="25341851" w14:textId="77777777" w:rsidR="008972C3" w:rsidRDefault="008972C3" w:rsidP="00AA3E01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5A9591AC" w14:textId="77777777" w:rsidR="008972C3" w:rsidRDefault="008972C3" w:rsidP="00AA3E01">
            <w:pPr>
              <w:jc w:val="both"/>
            </w:pPr>
          </w:p>
        </w:tc>
      </w:tr>
      <w:tr w:rsidR="008972C3" w14:paraId="4A099997" w14:textId="77777777" w:rsidTr="003A04A6">
        <w:trPr>
          <w:trHeight w:val="454"/>
        </w:trPr>
        <w:tc>
          <w:tcPr>
            <w:tcW w:w="620" w:type="dxa"/>
            <w:vMerge/>
            <w:vAlign w:val="center"/>
          </w:tcPr>
          <w:p w14:paraId="71489932" w14:textId="77777777" w:rsidR="008972C3" w:rsidRPr="001D3992" w:rsidRDefault="008972C3" w:rsidP="00AA3E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14:paraId="092A159E" w14:textId="77777777" w:rsidR="008972C3" w:rsidRPr="001D3992" w:rsidRDefault="008972C3" w:rsidP="00AA3E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DE0D0"/>
            <w:vAlign w:val="center"/>
          </w:tcPr>
          <w:p w14:paraId="2E8C0B04" w14:textId="77777777" w:rsidR="008972C3" w:rsidRPr="001D3992" w:rsidRDefault="00AA3E01" w:rsidP="00AA3E01">
            <w:pPr>
              <w:ind w:left="101"/>
              <w:rPr>
                <w:sz w:val="20"/>
                <w:szCs w:val="20"/>
                <w:lang w:val="fr-FR"/>
              </w:rPr>
            </w:pPr>
            <w:r w:rsidRPr="001D3992">
              <w:rPr>
                <w:sz w:val="20"/>
                <w:szCs w:val="20"/>
              </w:rPr>
              <w:t>Table text</w:t>
            </w:r>
          </w:p>
        </w:tc>
        <w:tc>
          <w:tcPr>
            <w:tcW w:w="3403" w:type="dxa"/>
            <w:vAlign w:val="center"/>
          </w:tcPr>
          <w:p w14:paraId="4D8F7045" w14:textId="77777777" w:rsidR="008972C3" w:rsidRPr="001D3992" w:rsidRDefault="00AA3E01" w:rsidP="00AA3E01">
            <w:pPr>
              <w:ind w:left="101"/>
              <w:jc w:val="both"/>
              <w:rPr>
                <w:sz w:val="20"/>
                <w:szCs w:val="20"/>
              </w:rPr>
            </w:pPr>
            <w:r w:rsidRPr="001D3992">
              <w:rPr>
                <w:sz w:val="20"/>
                <w:szCs w:val="20"/>
              </w:rPr>
              <w:t>Table text</w:t>
            </w:r>
          </w:p>
        </w:tc>
        <w:tc>
          <w:tcPr>
            <w:tcW w:w="3402" w:type="dxa"/>
            <w:vMerge/>
            <w:vAlign w:val="center"/>
          </w:tcPr>
          <w:p w14:paraId="12D2DC6A" w14:textId="77777777" w:rsidR="008972C3" w:rsidRDefault="008972C3" w:rsidP="00AA3E01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3E5E7DB7" w14:textId="77777777" w:rsidR="008972C3" w:rsidRDefault="008972C3" w:rsidP="00AA3E01">
            <w:pPr>
              <w:jc w:val="both"/>
            </w:pPr>
          </w:p>
        </w:tc>
      </w:tr>
    </w:tbl>
    <w:p w14:paraId="6D5613F7" w14:textId="77777777" w:rsidR="008972C3" w:rsidRDefault="008972C3" w:rsidP="008972C3">
      <w:pPr>
        <w:jc w:val="both"/>
      </w:pPr>
    </w:p>
    <w:p w14:paraId="1A48C9F8" w14:textId="77777777" w:rsidR="008972C3" w:rsidRDefault="008972C3" w:rsidP="008972C3">
      <w:pPr>
        <w:pStyle w:val="Default"/>
        <w:rPr>
          <w:color w:val="auto"/>
        </w:rPr>
      </w:pPr>
    </w:p>
    <w:p w14:paraId="7578DD79" w14:textId="77777777" w:rsidR="005F1386" w:rsidRPr="005F1386" w:rsidRDefault="005F1386" w:rsidP="005F1386">
      <w:pPr>
        <w:pStyle w:val="BodyText"/>
      </w:pPr>
    </w:p>
    <w:p w14:paraId="38D55581" w14:textId="77777777" w:rsidR="00793577" w:rsidRDefault="00793577">
      <w:pPr>
        <w:spacing w:after="200" w:line="276" w:lineRule="auto"/>
        <w:rPr>
          <w:sz w:val="22"/>
        </w:rPr>
      </w:pPr>
    </w:p>
    <w:p w14:paraId="6B3E1B17" w14:textId="77777777" w:rsidR="005F1386" w:rsidRDefault="005F1386">
      <w:pPr>
        <w:spacing w:after="200" w:line="276" w:lineRule="auto"/>
        <w:rPr>
          <w:sz w:val="22"/>
        </w:rPr>
        <w:sectPr w:rsidR="005F1386" w:rsidSect="00C716E5">
          <w:headerReference w:type="default" r:id="rId21"/>
          <w:footerReference w:type="default" r:id="rId22"/>
          <w:pgSz w:w="16838" w:h="11906" w:orient="landscape" w:code="9"/>
          <w:pgMar w:top="907" w:right="567" w:bottom="794" w:left="567" w:header="850" w:footer="850" w:gutter="0"/>
          <w:cols w:space="708"/>
          <w:docGrid w:linePitch="360"/>
        </w:sectPr>
      </w:pPr>
    </w:p>
    <w:p w14:paraId="48A22A68" w14:textId="77777777" w:rsidR="006750F2" w:rsidRDefault="008D29F3" w:rsidP="00D75D42">
      <w:pPr>
        <w:pStyle w:val="Appendix"/>
      </w:pPr>
      <w:bookmarkStart w:id="15" w:name="_Toc442421852"/>
      <w:bookmarkStart w:id="16" w:name="_Toc442422419"/>
      <w:bookmarkStart w:id="17" w:name="_Toc455653534"/>
      <w:r>
        <w:lastRenderedPageBreak/>
        <w:t>EXAMPLE OF AN APPENDIX TITLE</w:t>
      </w:r>
      <w:bookmarkEnd w:id="15"/>
      <w:bookmarkEnd w:id="16"/>
      <w:bookmarkEnd w:id="17"/>
    </w:p>
    <w:p w14:paraId="1041A4BC" w14:textId="77777777" w:rsidR="008972C3" w:rsidRDefault="00113D5B" w:rsidP="00113D5B">
      <w:pPr>
        <w:pStyle w:val="AppendixHead1"/>
      </w:pPr>
      <w:r>
        <w:t>APPENDIX HEADING 1</w:t>
      </w:r>
    </w:p>
    <w:p w14:paraId="415988AE" w14:textId="77777777" w:rsidR="00E20A7D" w:rsidRDefault="00E20A7D" w:rsidP="00E20A7D">
      <w:pPr>
        <w:pStyle w:val="Heading1separatationline"/>
      </w:pPr>
    </w:p>
    <w:p w14:paraId="22DD4086" w14:textId="77777777" w:rsidR="00E20A7D" w:rsidRDefault="00492A8D" w:rsidP="00E20A7D">
      <w:pPr>
        <w:pStyle w:val="BodyText"/>
      </w:pPr>
      <w:r>
        <w:t>Body text</w:t>
      </w:r>
    </w:p>
    <w:p w14:paraId="1D0108D5" w14:textId="77777777" w:rsidR="00E20A7D" w:rsidRDefault="00113D5B" w:rsidP="00113D5B">
      <w:pPr>
        <w:pStyle w:val="AppendixHead2"/>
      </w:pPr>
      <w:r>
        <w:t>APPENDIX HEADING 2</w:t>
      </w:r>
    </w:p>
    <w:p w14:paraId="4BBC970A" w14:textId="77777777" w:rsidR="00113D5B" w:rsidRDefault="00113D5B" w:rsidP="00113D5B">
      <w:pPr>
        <w:pStyle w:val="Heading1separatationline"/>
      </w:pPr>
    </w:p>
    <w:p w14:paraId="1CFB354C" w14:textId="77777777" w:rsidR="00113D5B" w:rsidRPr="00492A8D" w:rsidRDefault="00492A8D" w:rsidP="00113D5B">
      <w:pPr>
        <w:pStyle w:val="BodyText"/>
        <w:rPr>
          <w:b/>
        </w:rPr>
      </w:pPr>
      <w:r>
        <w:t>Body text</w:t>
      </w:r>
    </w:p>
    <w:p w14:paraId="6C387634" w14:textId="77777777" w:rsidR="00113D5B" w:rsidRDefault="0091590F" w:rsidP="00113D5B">
      <w:pPr>
        <w:pStyle w:val="AppendixHead3"/>
      </w:pPr>
      <w:r>
        <w:t>APPENDIX HEADING 3</w:t>
      </w:r>
    </w:p>
    <w:p w14:paraId="4D1BA1AD" w14:textId="77777777" w:rsidR="00113D5B" w:rsidRDefault="00492A8D" w:rsidP="00113D5B">
      <w:pPr>
        <w:pStyle w:val="BodyText"/>
      </w:pPr>
      <w:r>
        <w:t>Body text</w:t>
      </w:r>
    </w:p>
    <w:p w14:paraId="38163C32" w14:textId="77777777" w:rsidR="00113D5B" w:rsidRDefault="0091590F" w:rsidP="0091590F">
      <w:pPr>
        <w:pStyle w:val="AppendixHead4"/>
      </w:pPr>
      <w:r>
        <w:t>Appendix Heading 4</w:t>
      </w:r>
    </w:p>
    <w:p w14:paraId="4810158B" w14:textId="77777777" w:rsidR="0091590F" w:rsidRPr="00113D5B" w:rsidRDefault="00492A8D" w:rsidP="0091590F">
      <w:pPr>
        <w:pStyle w:val="BodyText"/>
      </w:pPr>
      <w:r>
        <w:t>Body text</w:t>
      </w:r>
    </w:p>
    <w:p w14:paraId="2C1744FF" w14:textId="77777777" w:rsidR="006750F2" w:rsidRDefault="006750F2">
      <w:pPr>
        <w:spacing w:after="200" w:line="276" w:lineRule="auto"/>
        <w:rPr>
          <w:rFonts w:asciiTheme="majorHAnsi" w:eastAsiaTheme="majorEastAsia" w:hAnsiTheme="majorHAnsi" w:cstheme="majorBidi"/>
          <w:b/>
          <w:bCs/>
          <w:i/>
          <w:caps/>
          <w:color w:val="407EC9"/>
          <w:sz w:val="28"/>
          <w:szCs w:val="24"/>
          <w:u w:val="single"/>
        </w:rPr>
      </w:pPr>
      <w:bookmarkStart w:id="18" w:name="_Toc434514870"/>
      <w:r>
        <w:br w:type="page"/>
      </w:r>
    </w:p>
    <w:p w14:paraId="13BEB9C4" w14:textId="77777777" w:rsidR="008972C3" w:rsidRPr="00CD75A0" w:rsidRDefault="00C33E20" w:rsidP="00DE2814">
      <w:pPr>
        <w:pStyle w:val="Annex"/>
      </w:pPr>
      <w:bookmarkStart w:id="19" w:name="_Toc455653535"/>
      <w:bookmarkEnd w:id="18"/>
      <w:r>
        <w:lastRenderedPageBreak/>
        <w:t>(</w:t>
      </w:r>
      <w:r w:rsidR="00914330">
        <w:rPr>
          <w:caps w:val="0"/>
        </w:rPr>
        <w:t>EXAMPLE ANNEX TITLE</w:t>
      </w:r>
      <w:r>
        <w:t>)</w:t>
      </w:r>
      <w:bookmarkEnd w:id="19"/>
    </w:p>
    <w:p w14:paraId="16E9407D" w14:textId="77777777" w:rsidR="008972C3" w:rsidRDefault="00BA0F98" w:rsidP="00F71135">
      <w:pPr>
        <w:pStyle w:val="AnnexBHead1"/>
      </w:pPr>
      <w:r>
        <w:t xml:space="preserve"> </w:t>
      </w:r>
      <w:r w:rsidR="00F71135">
        <w:t>Introduction</w:t>
      </w:r>
      <w:r w:rsidR="007D77AB">
        <w:t xml:space="preserve"> (Example Annex Heading 1)</w:t>
      </w:r>
    </w:p>
    <w:p w14:paraId="0D5BBC4D" w14:textId="77777777" w:rsidR="00BA0F98" w:rsidRPr="00BA0F98" w:rsidRDefault="00BA0F98" w:rsidP="00BA0F98">
      <w:pPr>
        <w:pStyle w:val="Heading1separatationline"/>
      </w:pPr>
    </w:p>
    <w:p w14:paraId="135394FE" w14:textId="77777777" w:rsidR="008972C3" w:rsidRDefault="007D77AB" w:rsidP="00793577">
      <w:pPr>
        <w:pStyle w:val="BodyText"/>
      </w:pPr>
      <w:r>
        <w:t>Body text</w:t>
      </w:r>
      <w:r w:rsidR="00E84229">
        <w:t>.</w:t>
      </w:r>
    </w:p>
    <w:p w14:paraId="08877E89" w14:textId="77777777" w:rsidR="00C55EFB" w:rsidRDefault="00BA5754" w:rsidP="00FC378B">
      <w:pPr>
        <w:pStyle w:val="AnnexBHead2"/>
      </w:pPr>
      <w:r>
        <w:t xml:space="preserve"> Example of </w:t>
      </w:r>
      <w:r w:rsidR="00FC378B">
        <w:t>ANNEX HEADING Level 2</w:t>
      </w:r>
    </w:p>
    <w:p w14:paraId="510E1254" w14:textId="77777777" w:rsidR="00FC378B" w:rsidRDefault="00FC378B" w:rsidP="00FC378B">
      <w:pPr>
        <w:pStyle w:val="Heading2separationline"/>
      </w:pPr>
    </w:p>
    <w:p w14:paraId="23E20213" w14:textId="77777777" w:rsidR="00FC378B" w:rsidRDefault="00492A8D" w:rsidP="00FC378B">
      <w:pPr>
        <w:pStyle w:val="BodyText"/>
      </w:pPr>
      <w:r>
        <w:t>Body text</w:t>
      </w:r>
    </w:p>
    <w:p w14:paraId="30765969" w14:textId="77777777" w:rsidR="00FC378B" w:rsidRDefault="00BA5754" w:rsidP="00E706E7">
      <w:pPr>
        <w:pStyle w:val="AnnexBHead3"/>
      </w:pPr>
      <w:r>
        <w:t xml:space="preserve">Example of </w:t>
      </w:r>
      <w:r w:rsidR="00E706E7">
        <w:t>annex heading level 3</w:t>
      </w:r>
    </w:p>
    <w:p w14:paraId="4750E810" w14:textId="77777777" w:rsidR="00E706E7" w:rsidRDefault="00492A8D" w:rsidP="00E706E7">
      <w:pPr>
        <w:pStyle w:val="BodyText"/>
      </w:pPr>
      <w:r>
        <w:t>Body text</w:t>
      </w:r>
    </w:p>
    <w:p w14:paraId="05E37C44" w14:textId="77777777" w:rsidR="00E706E7" w:rsidRDefault="00C5470E" w:rsidP="00E706E7">
      <w:pPr>
        <w:pStyle w:val="AnnexBHead4"/>
      </w:pPr>
      <w:r>
        <w:t xml:space="preserve">Example of </w:t>
      </w:r>
      <w:r w:rsidR="00BA5754">
        <w:t>A</w:t>
      </w:r>
      <w:r w:rsidR="00BA7C48">
        <w:t>nnex heading level 4</w:t>
      </w:r>
    </w:p>
    <w:p w14:paraId="0322F700" w14:textId="77777777" w:rsidR="00BA7C48" w:rsidRDefault="00492A8D" w:rsidP="00BA7C48">
      <w:pPr>
        <w:pStyle w:val="BodyText"/>
      </w:pPr>
      <w:r>
        <w:t>Body text</w:t>
      </w:r>
    </w:p>
    <w:p w14:paraId="6F6A7A9D" w14:textId="77777777" w:rsidR="0042565E" w:rsidRDefault="0042565E">
      <w:pPr>
        <w:spacing w:after="200" w:line="276" w:lineRule="auto"/>
        <w:rPr>
          <w:b/>
          <w:i/>
          <w:caps/>
          <w:color w:val="407EC9"/>
          <w:sz w:val="28"/>
          <w:u w:val="single"/>
        </w:rPr>
      </w:pPr>
      <w:r>
        <w:br w:type="page"/>
      </w:r>
    </w:p>
    <w:p w14:paraId="62EEBB0B" w14:textId="77777777" w:rsidR="00E818AD" w:rsidRDefault="00725CCA" w:rsidP="00344408">
      <w:pPr>
        <w:pStyle w:val="Annex"/>
        <w:rPr>
          <w:caps w:val="0"/>
        </w:rPr>
      </w:pPr>
      <w:bookmarkStart w:id="20" w:name="_Ref446317698"/>
      <w:bookmarkStart w:id="21" w:name="_Toc455653536"/>
      <w:r>
        <w:rPr>
          <w:caps w:val="0"/>
        </w:rPr>
        <w:lastRenderedPageBreak/>
        <w:t>PERMITTED COLOUR PALETTE</w:t>
      </w:r>
      <w:bookmarkEnd w:id="20"/>
      <w:bookmarkEnd w:id="21"/>
    </w:p>
    <w:p w14:paraId="7B8A7606" w14:textId="77777777" w:rsidR="00797EF8" w:rsidRPr="00797EF8" w:rsidRDefault="00797EF8" w:rsidP="00797EF8">
      <w:pPr>
        <w:pStyle w:val="BodyText"/>
      </w:pPr>
      <w:r w:rsidRPr="00797EF8">
        <w:rPr>
          <w:noProof/>
          <w:lang w:val="en-US"/>
        </w:rPr>
        <mc:AlternateContent>
          <mc:Choice Requires="wpg">
            <w:drawing>
              <wp:inline distT="0" distB="0" distL="0" distR="0" wp14:anchorId="7904B5E8" wp14:editId="44C38AA7">
                <wp:extent cx="9611995" cy="4850130"/>
                <wp:effectExtent l="0" t="0" r="0" b="1270"/>
                <wp:docPr id="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1995" cy="4850130"/>
                          <a:chOff x="0" y="0"/>
                          <a:chExt cx="9749155" cy="491982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/Users/Mike/Desktop/Brand Guideline for template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30855" y="246220"/>
                            <a:ext cx="6718300" cy="4673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Text Box 39"/>
                        <wps:cNvSpPr txBox="1"/>
                        <wps:spPr>
                          <a:xfrm>
                            <a:off x="0" y="246222"/>
                            <a:ext cx="2884750" cy="43201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160EE" w14:textId="77777777" w:rsidR="00222D4C" w:rsidRDefault="00222D4C" w:rsidP="00797EF8">
                              <w:pPr>
                                <w:pStyle w:val="NormalWeb"/>
                                <w:spacing w:after="1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The IALA colour palette is divided in 3 palettes of different level of hierarchy that has to be respected.</w:t>
                              </w:r>
                            </w:p>
                            <w:p w14:paraId="7D702EB9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Corporate colours</w:t>
                              </w:r>
                            </w:p>
                            <w:p w14:paraId="53BD6C1D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IALA’s corporate colour palette is directly inspired from the colours in our logotype:</w:t>
                              </w:r>
                            </w:p>
                            <w:p w14:paraId="24E96695" w14:textId="77777777" w:rsidR="00222D4C" w:rsidRDefault="00222D4C" w:rsidP="00B528D3">
                              <w:pPr>
                                <w:pStyle w:val="NormalWeb"/>
                                <w:spacing w:after="120"/>
                                <w:ind w:left="284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 dark blue</w:t>
                              </w:r>
                            </w:p>
                            <w:p w14:paraId="29113800" w14:textId="77777777" w:rsidR="00222D4C" w:rsidRDefault="00222D4C" w:rsidP="00B528D3">
                              <w:pPr>
                                <w:pStyle w:val="NormalWeb"/>
                                <w:spacing w:after="120"/>
                                <w:ind w:left="284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 white</w:t>
                              </w:r>
                            </w:p>
                            <w:p w14:paraId="149E119F" w14:textId="77777777" w:rsidR="00222D4C" w:rsidRDefault="00222D4C" w:rsidP="00B528D3">
                              <w:pPr>
                                <w:pStyle w:val="NormalWeb"/>
                                <w:spacing w:after="120"/>
                                <w:ind w:left="284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 yellow</w:t>
                              </w:r>
                            </w:p>
                            <w:p w14:paraId="0F16CE64" w14:textId="77777777" w:rsidR="00222D4C" w:rsidRDefault="00222D4C" w:rsidP="00B528D3">
                              <w:pPr>
                                <w:pStyle w:val="NormalWeb"/>
                                <w:spacing w:after="120"/>
                                <w:ind w:left="284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 gradient blue</w:t>
                              </w:r>
                            </w:p>
                            <w:p w14:paraId="78F88CB2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Primary and secondary colours</w:t>
                              </w:r>
                            </w:p>
                            <w:p w14:paraId="723A759B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The primary colours are to be applied in complement</w:t>
                              </w:r>
                            </w:p>
                            <w:p w14:paraId="47BEBFB5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with the corporate colours.</w:t>
                              </w:r>
                            </w:p>
                            <w:p w14:paraId="7BCD5B17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This second level of colours gives rhythm and helps</w:t>
                              </w:r>
                            </w:p>
                            <w:p w14:paraId="102C877B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to segment our publications.</w:t>
                              </w:r>
                            </w:p>
                            <w:p w14:paraId="1756328F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The secondary colours are used to highlight</w:t>
                              </w:r>
                            </w:p>
                            <w:p w14:paraId="60DE4641" w14:textId="77777777" w:rsidR="00222D4C" w:rsidRDefault="00222D4C" w:rsidP="00797EF8">
                              <w:pPr>
                                <w:pStyle w:val="NormalWeb"/>
                                <w:spacing w:after="12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information, titles in a minor proportion only.</w:t>
                              </w:r>
                            </w:p>
                            <w:p w14:paraId="4A3A0F31" w14:textId="77777777" w:rsidR="00222D4C" w:rsidRDefault="00222D4C" w:rsidP="00797EF8">
                              <w:pPr>
                                <w:pStyle w:val="NormalWeb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14:paraId="3065B400" w14:textId="77777777" w:rsidR="00222D4C" w:rsidRDefault="00222D4C" w:rsidP="00797EF8">
                              <w:pPr>
                                <w:pStyle w:val="NormalWeb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Note:  Corporate colours are not shown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4517431" y="1"/>
                            <a:ext cx="1167683" cy="2499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EEB13A" w14:textId="77777777" w:rsidR="00222D4C" w:rsidRDefault="00222D4C" w:rsidP="00797EF8">
                              <w:pPr>
                                <w:pStyle w:val="NormalWeb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Recommendations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5908944" y="0"/>
                            <a:ext cx="968668" cy="2499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DA2B3C" w14:textId="77777777" w:rsidR="00222D4C" w:rsidRDefault="00222D4C" w:rsidP="00797EF8">
                              <w:pPr>
                                <w:pStyle w:val="NormalWeb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Model Courses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8592589" y="1"/>
                            <a:ext cx="737450" cy="2499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73BED" w14:textId="77777777" w:rsidR="00222D4C" w:rsidRDefault="00222D4C" w:rsidP="00797EF8">
                              <w:pPr>
                                <w:pStyle w:val="NormalWeb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Guidelines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3" name="Straight Arrow Connector 43"/>
                        <wps:cNvCnPr/>
                        <wps:spPr>
                          <a:xfrm flipH="1">
                            <a:off x="5097878" y="246222"/>
                            <a:ext cx="1" cy="374339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H="1">
                            <a:off x="6371949" y="246222"/>
                            <a:ext cx="1" cy="374339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 flipH="1">
                            <a:off x="8958234" y="246221"/>
                            <a:ext cx="2" cy="428372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4B5E8" id="Group 1" o:spid="_x0000_s1026" style="width:756.85pt;height:381.9pt;mso-position-horizontal-relative:char;mso-position-vertical-relative:line" coordsize="9749155,491982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EKAAAAABSZ2h0bG9uZwAABc0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Dw/eHBhY2tldCBlbmQ9InciPz7/4gxYSUNDX1BST0ZJTEUA&#10;AQEAAAxITGlubwIQAABtbnRyUkdCIFhZWiAHzgACAAkABgAxAABhY3NwTVNGVAAAAABJRUMgc1JH&#10;QgAAAAAAAAAAAAAAAA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//0Pv5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f//R+/m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//9f7+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//9b7+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//1/v5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//9X7+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//1vv5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dirsVdirsVdirsVdirsVf//X+/m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2KuxV2KuxV2KuxV2KuxV2KuxV2KuxV2KuxV2KuxV2KuxV&#10;2KuxV2KuxV2KuxV2KuxV2KuxV2KuxV2KuxV2KuxV2KuxV2KuxV2KuxV//9D7+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//0fv5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f//S+/mKuxV2KuxV2KuxV2KuxV2KuxV2KuxV2KuxV2KuxV2KuxV2KuxV2KuxV2KuxV2K&#10;uxV2KuxV2KuxV2KuxV2KuxV2KuxV2KuxV2KuxV2KuxV2KuxV2KuxV2KuxV2KuxV2KuxV2KuxV2Ku&#10;xV2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//9P7+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//1Pv5irsVdirsVdirsVdirsVdirsVdirsVdir&#10;sVdirsVd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f//V+/mKuxV2KuxV2KuxV2Ku&#10;xV2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//9b7+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//1/v5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//9X7+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f//V+/mKuxV2KuxV2KuxV2KuxV2KuxV2KuxV2KuxV2Ku&#10;xV2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//1Pv5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f//V+/m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2KuxV2KuxV2KuxV2KuxV2KuxV2KuxV2KuxV2KuxV2KuxV&#10;2KuxV2KuxV2KuxV2KuxV2KuxV2KuxV2KuxV//9b7+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VrdPpH68VeX3/APvVP/xmk/WMVQuKuxV2KuxV2KuxV2KuxV2KuxV2KuxV2KuxV2KuxV2K&#10;uxV2KuxV2KuxV2KuxV2KuxV2KuxV2KuxVtftr8z+o4q9C0D/AHhi+n9eKpzirsVf/9H7+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VrdPpH68VeX3/&#10;APvVP/xmk/WMVQuKuxV2KuxV2KuxV2KuxV2KuxV2KuxV2KuxV2KuxV2KuxV2KuxV2KuxV2KuxV2K&#10;uxV2KuxV2KuxVtftr8z+o4q9C0D/AHhi+n9eKpzirsVf/9L7+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VrdPpH68VeX3/APvVP/xmk/WMVQuKuxV2&#10;KuxV2KuxV2KuxV2KuxV2KuxV2KuxV2KuxV2KuxV2KuxV2KuxV2KuxV2KuxV2KuxV2KuxVtftr8z+&#10;o4q9C0D/AHhi+n9eKpzirsVf/9P7+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2KuxV2KuxV2KuxV2KuxV2KuxV2KuxV2KuxV2KuxV2KuxV2KuxV2KuxV2KuxV2KuxV&#10;2KuxV2KuxV2KuxV2KuxV2KuxV2KuxV2KuxV2KuxV2KuxV2KuxV2KuxV2KuxV2KuxV2KuxV2KuxV/&#10;/9P7+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27" type="#_x0000_t75" alt="/Users/Mike/Desktop/Brand Guideline for template 1.jpg" style="position:absolute;left:3030855;top:246220;width:6718300;height:46736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6u&#10;DwK/AAAA2wAAAA8AAABkcnMvZG93bnJldi54bWxET02LwjAQvQv7H8IIe7OpK4hbjVIK4sJ6sS7i&#10;cWjGtrSZlCbW+u83B8Hj431vdqNpxUC9qy0rmEcxCOLC6ppLBX/n/WwFwnlkja1lUvAkB7vtx2SD&#10;ibYPPtGQ+1KEEHYJKqi87xIpXVGRQRfZjjhwN9sb9AH2pdQ9PkK4aeVXHC+lwZpDQ4UdZRUVTX43&#10;Cn6z9JDum4vn6+I7y5sjPQdNSn1Ox3QNwtPo3+KX+0crWISx4Uv4AXL7D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rg8CvwAAANsAAAAPAAAAAAAAAAAAAAAAAJwCAABkcnMv&#10;ZG93bnJldi54bWxQSwUGAAAAAAQABAD3AAAAiAMAAAAA&#10;">
                  <v:imagedata r:id="rId24" o:title="/Users/Mike/Desktop/Brand Guideline for template 1.jpg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9" o:spid="_x0000_s1028" type="#_x0000_t202" style="position:absolute;top:246222;width:2884750;height:43201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DJLFwgAA&#10;ANsAAAAPAAAAZHJzL2Rvd25yZXYueG1sRI9Ba8JAFITvBf/D8oTe6kalxaauImrBg5dqvD+yr9nQ&#10;7NuQfZr477uFgsdhZr5hluvBN+pGXawDG5hOMlDEZbA1VwaK8+fLAlQUZItNYDJwpwjr1ehpibkN&#10;PX/R7SSVShCOORpwIm2udSwdeYyT0BIn7zt0HiXJrtK2wz7BfaNnWfamPdacFhy2tHVU/pyu3oCI&#10;3Uzvxd7Hw2U47nqXla9YGPM8HjYfoIQGeYT/2wdrYP4Of1/SD9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AMksXCAAAA2wAAAA8AAAAAAAAAAAAAAAAAlwIAAGRycy9kb3du&#10;cmV2LnhtbFBLBQYAAAAABAAEAPUAAACGAwAAAAA=&#10;" filled="f" stroked="f">
                  <v:textbox style="mso-fit-shape-to-text:t">
                    <w:txbxContent>
                      <w:p w14:paraId="0B8160EE" w14:textId="77777777" w:rsidR="00222D4C" w:rsidRDefault="00222D4C" w:rsidP="00797EF8">
                        <w:pPr>
                          <w:pStyle w:val="NormalWeb"/>
                          <w:spacing w:after="120"/>
                          <w:rPr>
                            <w:sz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The IALA colour palette is divided in 3 palettes of different level of hierarchy that has to be respected.</w:t>
                        </w:r>
                      </w:p>
                      <w:p w14:paraId="7D702EB9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Corporate colours</w:t>
                        </w:r>
                      </w:p>
                      <w:p w14:paraId="53BD6C1D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IALA’s corporate colour palette is directly inspired from the colours in our logotype:</w:t>
                        </w:r>
                      </w:p>
                      <w:p w14:paraId="24E96695" w14:textId="77777777" w:rsidR="00222D4C" w:rsidRDefault="00222D4C" w:rsidP="00B528D3">
                        <w:pPr>
                          <w:pStyle w:val="NormalWeb"/>
                          <w:spacing w:after="120"/>
                          <w:ind w:left="284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 dark blue</w:t>
                        </w:r>
                      </w:p>
                      <w:p w14:paraId="29113800" w14:textId="77777777" w:rsidR="00222D4C" w:rsidRDefault="00222D4C" w:rsidP="00B528D3">
                        <w:pPr>
                          <w:pStyle w:val="NormalWeb"/>
                          <w:spacing w:after="120"/>
                          <w:ind w:left="284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 white</w:t>
                        </w:r>
                      </w:p>
                      <w:p w14:paraId="149E119F" w14:textId="77777777" w:rsidR="00222D4C" w:rsidRDefault="00222D4C" w:rsidP="00B528D3">
                        <w:pPr>
                          <w:pStyle w:val="NormalWeb"/>
                          <w:spacing w:after="120"/>
                          <w:ind w:left="284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 yellow</w:t>
                        </w:r>
                      </w:p>
                      <w:p w14:paraId="0F16CE64" w14:textId="77777777" w:rsidR="00222D4C" w:rsidRDefault="00222D4C" w:rsidP="00B528D3">
                        <w:pPr>
                          <w:pStyle w:val="NormalWeb"/>
                          <w:spacing w:after="120"/>
                          <w:ind w:left="284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 gradient blue</w:t>
                        </w:r>
                      </w:p>
                      <w:p w14:paraId="78F88CB2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Primary and secondary colours</w:t>
                        </w:r>
                      </w:p>
                      <w:p w14:paraId="723A759B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The primary colours are to be applied in complement</w:t>
                        </w:r>
                      </w:p>
                      <w:p w14:paraId="47BEBFB5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with the corporate colours.</w:t>
                        </w:r>
                      </w:p>
                      <w:p w14:paraId="7BCD5B17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This second level of colours gives rhythm and helps</w:t>
                        </w:r>
                      </w:p>
                      <w:p w14:paraId="102C877B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to segment our publications.</w:t>
                        </w:r>
                      </w:p>
                      <w:p w14:paraId="1756328F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The secondary colours are used to highlight</w:t>
                        </w:r>
                      </w:p>
                      <w:p w14:paraId="60DE4641" w14:textId="77777777" w:rsidR="00222D4C" w:rsidRDefault="00222D4C" w:rsidP="00797EF8">
                        <w:pPr>
                          <w:pStyle w:val="NormalWeb"/>
                          <w:spacing w:after="12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information, titles in a minor proportion only.</w:t>
                        </w:r>
                      </w:p>
                      <w:p w14:paraId="4A3A0F31" w14:textId="77777777" w:rsidR="00222D4C" w:rsidRDefault="00222D4C" w:rsidP="00797EF8">
                        <w:pPr>
                          <w:pStyle w:val="NormalWeb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 </w:t>
                        </w:r>
                      </w:p>
                      <w:p w14:paraId="3065B400" w14:textId="77777777" w:rsidR="00222D4C" w:rsidRDefault="00222D4C" w:rsidP="00797EF8">
                        <w:pPr>
                          <w:pStyle w:val="NormalWeb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Note:  Corporate colours are not shown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0" o:spid="_x0000_s1029" type="#_x0000_t202" style="position:absolute;left:4517431;top:1;width:1167683;height:2499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89XGvwAA&#10;ANsAAAAPAAAAZHJzL2Rvd25yZXYueG1sRE/LisIwFN0P+A/hCu7GVNFBq1HEB7hzfHzApbk2tc1N&#10;aaJ25uvNQnB5OO/5srWVeFDjC8cKBv0EBHHmdMG5gst59z0B4QOyxsoxKfgjD8tF52uOqXZPPtLj&#10;FHIRQ9inqMCEUKdS+syQRd93NXHkrq6xGCJscqkbfMZwW8lhkvxIiwXHBoM1rQ1l5eluFUwSeyjL&#10;6fDX29H/YGzWG7etb0r1uu1qBiJQGz7it3uvFYzi+vgl/gC5eA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Lz1ca/AAAA2wAAAA8AAAAAAAAAAAAAAAAAlwIAAGRycy9kb3ducmV2&#10;LnhtbFBLBQYAAAAABAAEAPUAAACDAwAAAAA=&#10;" filled="f" stroked="f">
                  <v:textbox style="mso-fit-shape-to-text:t">
                    <w:txbxContent>
                      <w:p w14:paraId="38EEB13A" w14:textId="77777777" w:rsidR="00222D4C" w:rsidRDefault="00222D4C" w:rsidP="00797EF8">
                        <w:pPr>
                          <w:pStyle w:val="NormalWeb"/>
                          <w:rPr>
                            <w:sz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Recommendations</w:t>
                        </w:r>
                      </w:p>
                    </w:txbxContent>
                  </v:textbox>
                </v:shape>
                <v:shape id="Text Box 41" o:spid="_x0000_s1030" type="#_x0000_t202" style="position:absolute;left:5908944;width:968668;height:2499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v3BdwwAA&#10;ANsAAAAPAAAAZHJzL2Rvd25yZXYueG1sRI/RasJAFETfhf7Dcgu+6SaiotFVilXwTat+wCV7m02T&#10;vRuyq6b9elcQ+jjMzBlmue5sLW7U+tKxgnSYgCDOnS65UHA57wYzED4ga6wdk4Jf8rBevfWWmGl3&#10;5y+6nUIhIoR9hgpMCE0mpc8NWfRD1xBH79u1FkOUbSF1i/cIt7UcJclUWiw5LhhsaGMor05Xq2CW&#10;2ENVzUdHb8d/6cRsPt22+VGq/959LEAE6sJ/+NXeawXjFJ5f4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v3BdwwAAANsAAAAPAAAAAAAAAAAAAAAAAJcCAABkcnMvZG93&#10;bnJldi54bWxQSwUGAAAAAAQABAD1AAAAhwMAAAAA&#10;" filled="f" stroked="f">
                  <v:textbox style="mso-fit-shape-to-text:t">
                    <w:txbxContent>
                      <w:p w14:paraId="1DDA2B3C" w14:textId="77777777" w:rsidR="00222D4C" w:rsidRDefault="00222D4C" w:rsidP="00797EF8">
                        <w:pPr>
                          <w:pStyle w:val="NormalWeb"/>
                          <w:rPr>
                            <w:sz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Model Courses</w:t>
                        </w:r>
                      </w:p>
                    </w:txbxContent>
                  </v:textbox>
                </v:shape>
                <v:shape id="Text Box 42" o:spid="_x0000_s1031" type="#_x0000_t202" style="position:absolute;left:8592589;top:1;width:737450;height:2499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be4qwwAA&#10;ANsAAAAPAAAAZHJzL2Rvd25yZXYueG1sRI/RasJAFETfhf7Dcgu+6cagotFVilXwTat+wCV7m02T&#10;vRuyq6b9elcQ+jjMzBlmue5sLW7U+tKxgtEwAUGcO11yoeBy3g1mIHxA1lg7JgW/5GG9eustMdPu&#10;zl90O4VCRAj7DBWYEJpMSp8bsuiHriGO3rdrLYYo20LqFu8RbmuZJslUWiw5LhhsaGMor05Xq2CW&#10;2ENVzdOjt+O/0cRsPt22+VGq/959LEAE6sJ/+NXeawXjFJ5f4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be4qwwAAANsAAAAPAAAAAAAAAAAAAAAAAJcCAABkcnMvZG93&#10;bnJldi54bWxQSwUGAAAAAAQABAD1AAAAhwMAAAAA&#10;" filled="f" stroked="f">
                  <v:textbox style="mso-fit-shape-to-text:t">
                    <w:txbxContent>
                      <w:p w14:paraId="44573BED" w14:textId="77777777" w:rsidR="00222D4C" w:rsidRDefault="00222D4C" w:rsidP="00797EF8">
                        <w:pPr>
                          <w:pStyle w:val="NormalWeb"/>
                          <w:rPr>
                            <w:sz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Guidelines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43" o:spid="_x0000_s1032" type="#_x0000_t32" style="position:absolute;left:5097878;top:246222;width:1;height:374339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0vwG8QAAADbAAAADwAAAGRycy9kb3ducmV2LnhtbESPS4vCQBCE7wv+h6EFb+vEB+pGRxHB&#10;582ssOutybRJMNMTMqPGf+8IC3ssquorarZoTCnuVLvCsoJeNwJBnFpdcKbg9L3+nIBwHlljaZkU&#10;PMnBYt76mGGs7YOPdE98JgKEXYwKcu+rWEqX5mTQdW1FHLyLrQ36IOtM6hofAW5K2Y+ikTRYcFjI&#10;saJVTuk1uRkFY/mzjSbprt/7Gpx+z6vE7g8bq1Sn3SynIDw1/j/8195pBcMBvL+EHyDn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S/AbxAAAANsAAAAPAAAAAAAAAAAA&#10;AAAAAKECAABkcnMvZG93bnJldi54bWxQSwUGAAAAAAQABAD5AAAAkgMAAAAA&#10;" strokecolor="black [3213]">
                  <v:stroke endarrow="block"/>
                </v:shape>
                <v:shape id="Straight Arrow Connector 44" o:spid="_x0000_s1033" type="#_x0000_t32" style="position:absolute;left:6371949;top:246222;width:1;height:374339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KJob8QAAADbAAAADwAAAGRycy9kb3ducmV2LnhtbESPT4vCMBTE7wt+h/AEb5r6B3WrUUTQ&#10;VW92hV1vj+bZFpuX0kTtfnsjCHscZuY3zHzZmFLcqXaFZQX9XgSCOLW64EzB6XvTnYJwHlljaZkU&#10;/JGD5aL1McdY2wcf6Z74TAQIuxgV5N5XsZQuzcmg69mKOHgXWxv0QdaZ1DU+AtyUchBFY2mw4LCQ&#10;Y0XrnNJrcjMKJvLnK5qmu0H/c3j6Pa8Tuz9srVKddrOagfDU+P/wu73TCkYjeH0JP0Aun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YomhvxAAAANsAAAAPAAAAAAAAAAAA&#10;AAAAAKECAABkcnMvZG93bnJldi54bWxQSwUGAAAAAAQABAD5AAAAkgMAAAAA&#10;" strokecolor="black [3213]">
                  <v:stroke endarrow="block"/>
                </v:shape>
                <v:shape id="Straight Arrow Connector 45" o:spid="_x0000_s1034" type="#_x0000_t32" style="position:absolute;left:8958234;top:246221;width:2;height:428372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+7N9MQAAADbAAAADwAAAGRycy9kb3ducmV2LnhtbESPW2vCQBSE34X+h+UIvtWN1nqJrlIE&#10;r29GQX07ZI9JaPZsyK6a/vtuoeDjMDPfMLNFY0rxoNoVlhX0uhEI4tTqgjMFp+PqfQzCeWSNpWVS&#10;8EMOFvO31gxjbZ98oEfiMxEg7GJUkHtfxVK6NCeDrmsr4uDdbG3QB1lnUtf4DHBTyn4UDaXBgsNC&#10;jhUtc0q/k7tRMJLnTTROt/3e5ON0uS4Tu9uvrVKddvM1BeGp8a/wf3urFQw+4e9L+AFy/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37s30xAAAANsAAAAPAAAAAAAAAAAA&#10;AAAAAKECAABkcnMvZG93bnJldi54bWxQSwUGAAAAAAQABAD5AAAAkgMAAAAA&#10;" strokecolor="black [3213]">
                  <v:stroke endarrow="block"/>
                </v:shape>
                <w10:anchorlock/>
              </v:group>
            </w:pict>
          </mc:Fallback>
        </mc:AlternateContent>
      </w:r>
    </w:p>
    <w:p w14:paraId="09DECD01" w14:textId="77777777" w:rsidR="0042565E" w:rsidRPr="0042565E" w:rsidRDefault="0042565E" w:rsidP="00476942">
      <w:pPr>
        <w:pStyle w:val="BodyText"/>
      </w:pPr>
    </w:p>
    <w:sectPr w:rsidR="0042565E" w:rsidRPr="0042565E" w:rsidSect="0042565E">
      <w:headerReference w:type="default" r:id="rId25"/>
      <w:footerReference w:type="default" r:id="rId26"/>
      <w:pgSz w:w="16838" w:h="11906" w:orient="landscape" w:code="9"/>
      <w:pgMar w:top="907" w:right="567" w:bottom="794" w:left="1134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el Hadley" w:date="2016-03-15T14:53:00Z" w:initials="MH">
    <w:p w14:paraId="71A9BDF6" w14:textId="77777777" w:rsidR="00222D4C" w:rsidRDefault="00222D4C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17E97138" w14:textId="77777777" w:rsidR="00222D4C" w:rsidRDefault="00222D4C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4" w:author="Michael Hadley" w:date="2016-07-13T14:34:00Z" w:initials="MH">
    <w:p w14:paraId="6DFD89EE" w14:textId="6A69A8E5" w:rsidR="00AD1790" w:rsidRDefault="00AD1790">
      <w:pPr>
        <w:pStyle w:val="CommentText"/>
      </w:pPr>
      <w:r>
        <w:rPr>
          <w:rStyle w:val="CommentReference"/>
        </w:rPr>
        <w:annotationRef/>
      </w:r>
      <w:r>
        <w:t xml:space="preserve">Request </w:t>
      </w:r>
      <w:r w:rsidR="00BA7E41">
        <w:t xml:space="preserve">this be </w:t>
      </w:r>
      <w:r>
        <w:t>delete</w:t>
      </w:r>
      <w:r w:rsidR="00BA7E41">
        <w:t>d</w:t>
      </w:r>
      <w:bookmarkStart w:id="5" w:name="_GoBack"/>
      <w:bookmarkEnd w:id="5"/>
      <w:r>
        <w:t>.  There is no allowance made in the template for such a ‘Title’.</w:t>
      </w:r>
    </w:p>
  </w:comment>
  <w:comment w:id="6" w:author="Michael Hadley" w:date="2016-05-08T11:14:00Z" w:initials="MH">
    <w:p w14:paraId="71A925B7" w14:textId="77777777" w:rsidR="00222D4C" w:rsidRDefault="00222D4C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0118DC6A" w14:textId="77777777" w:rsidR="00222D4C" w:rsidRDefault="00222D4C" w:rsidP="00795637">
      <w:pPr>
        <w:pStyle w:val="CommentText"/>
      </w:pPr>
      <w:r>
        <w:t>No additional styles are to be introduced without approval from IALA (p.o.c. Mme Marie-Hèléne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12" w:author="Michael Hadley" w:date="2016-02-15T12:34:00Z" w:initials="MH">
    <w:p w14:paraId="31CC7698" w14:textId="77777777" w:rsidR="00222D4C" w:rsidRDefault="00222D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New style – Heading separation line - landscape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A9BDF6" w15:done="0"/>
  <w15:commentEx w15:paraId="17E97138" w15:done="0"/>
  <w15:commentEx w15:paraId="6DFD89EE" w15:done="0"/>
  <w15:commentEx w15:paraId="0118DC6A" w15:done="0"/>
  <w15:commentEx w15:paraId="31CC7698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85562" w14:textId="77777777" w:rsidR="00E762A0" w:rsidRDefault="00E762A0" w:rsidP="003274DB">
      <w:r>
        <w:separator/>
      </w:r>
    </w:p>
    <w:p w14:paraId="423059CF" w14:textId="77777777" w:rsidR="00E762A0" w:rsidRDefault="00E762A0"/>
  </w:endnote>
  <w:endnote w:type="continuationSeparator" w:id="0">
    <w:p w14:paraId="0E1F312B" w14:textId="77777777" w:rsidR="00E762A0" w:rsidRDefault="00E762A0" w:rsidP="003274DB">
      <w:r>
        <w:continuationSeparator/>
      </w:r>
    </w:p>
    <w:p w14:paraId="5DAE073A" w14:textId="77777777" w:rsidR="00E762A0" w:rsidRDefault="00E76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B0E94" w14:textId="77777777" w:rsidR="00222D4C" w:rsidRDefault="00222D4C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7B2A0C" w14:textId="77777777" w:rsidR="00222D4C" w:rsidRDefault="00222D4C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08BF83" w14:textId="77777777" w:rsidR="00222D4C" w:rsidRDefault="00222D4C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A7E46D" w14:textId="77777777" w:rsidR="00222D4C" w:rsidRDefault="00222D4C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F3004A" w14:textId="77777777" w:rsidR="00222D4C" w:rsidRDefault="00222D4C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E9067" w14:textId="77777777" w:rsidR="00222D4C" w:rsidRDefault="00222D4C" w:rsidP="008747E0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22A9C0E" wp14:editId="17B19FAD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FD97C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1B66A446" w14:textId="77777777" w:rsidR="00222D4C" w:rsidRPr="00ED2A8D" w:rsidRDefault="00222D4C" w:rsidP="008747E0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14477A7B" wp14:editId="153270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B8D7A3" w14:textId="77777777" w:rsidR="00222D4C" w:rsidRPr="00ED2A8D" w:rsidRDefault="00222D4C" w:rsidP="008747E0">
    <w:pPr>
      <w:pStyle w:val="Footer"/>
    </w:pPr>
  </w:p>
  <w:p w14:paraId="0D3569A0" w14:textId="77777777" w:rsidR="00222D4C" w:rsidRPr="00ED2A8D" w:rsidRDefault="00222D4C" w:rsidP="008747E0">
    <w:pPr>
      <w:pStyle w:val="Footer"/>
    </w:pPr>
  </w:p>
  <w:p w14:paraId="5521D7B2" w14:textId="77777777" w:rsidR="00222D4C" w:rsidRPr="00ED2A8D" w:rsidRDefault="00222D4C" w:rsidP="008747E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2C3CA" w14:textId="77777777" w:rsidR="00222D4C" w:rsidRDefault="00222D4C" w:rsidP="00525922">
    <w:pPr>
      <w:pStyle w:val="Footerlandscap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396BF7B" wp14:editId="093C9EF0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CC2D3B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2CDDE8E3" w14:textId="77777777" w:rsidR="00222D4C" w:rsidRPr="00C907DF" w:rsidRDefault="00222D4C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937B2C">
      <w:rPr>
        <w:b w:val="0"/>
        <w:bCs/>
        <w:noProof/>
        <w:szCs w:val="15"/>
        <w:lang w:val="en-US"/>
      </w:rPr>
      <w:t>Error! Style not defined.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 w:rsidR="00937B2C"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937B2C">
      <w:rPr>
        <w:b w:val="0"/>
        <w:bCs/>
        <w:noProof/>
        <w:szCs w:val="15"/>
        <w:lang w:val="en-US"/>
      </w:rPr>
      <w:t>Error! Style not defined.</w:t>
    </w:r>
    <w:r>
      <w:rPr>
        <w:szCs w:val="15"/>
      </w:rPr>
      <w:fldChar w:fldCharType="end"/>
    </w:r>
  </w:p>
  <w:p w14:paraId="583C1166" w14:textId="77777777" w:rsidR="00222D4C" w:rsidRPr="00525922" w:rsidRDefault="00222D4C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937B2C"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5D3BA" w14:textId="77777777" w:rsidR="00222D4C" w:rsidRPr="00C716E5" w:rsidRDefault="00222D4C" w:rsidP="00C716E5">
    <w:pPr>
      <w:pStyle w:val="Footer"/>
      <w:rPr>
        <w:sz w:val="15"/>
        <w:szCs w:val="15"/>
      </w:rPr>
    </w:pPr>
  </w:p>
  <w:p w14:paraId="6FD88A11" w14:textId="77777777" w:rsidR="00222D4C" w:rsidRDefault="00222D4C" w:rsidP="00C716E5">
    <w:pPr>
      <w:pStyle w:val="Footerportrait"/>
    </w:pPr>
  </w:p>
  <w:p w14:paraId="6135A5FC" w14:textId="77777777" w:rsidR="00222D4C" w:rsidRPr="00C907DF" w:rsidRDefault="00E762A0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BA7E41">
      <w:t>IALA Guideline</w:t>
    </w:r>
    <w:r>
      <w:fldChar w:fldCharType="end"/>
    </w:r>
    <w:r w:rsidR="00222D4C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BA7E41">
      <w:t>1???</w:t>
    </w:r>
    <w:r>
      <w:fldChar w:fldCharType="end"/>
    </w:r>
    <w:r w:rsidR="00222D4C" w:rsidRPr="00C907DF">
      <w:t xml:space="preserve"> –</w:t>
    </w:r>
    <w:r w:rsidR="00222D4C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BA7E41">
      <w:t>The Use of Modern AtoN Equipment in Heritage Lighthouses</w:t>
    </w:r>
    <w:r>
      <w:fldChar w:fldCharType="end"/>
    </w:r>
  </w:p>
  <w:p w14:paraId="622D9F78" w14:textId="77777777" w:rsidR="00222D4C" w:rsidRPr="00C907DF" w:rsidRDefault="00E762A0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BA7E41">
      <w:t>Edition 1.0</w:t>
    </w:r>
    <w:r>
      <w:fldChar w:fldCharType="end"/>
    </w:r>
    <w:r w:rsidR="00222D4C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BA7E41">
      <w:t>Document date</w:t>
    </w:r>
    <w:r>
      <w:fldChar w:fldCharType="end"/>
    </w:r>
    <w:r w:rsidR="00222D4C" w:rsidRPr="00C907DF">
      <w:tab/>
    </w:r>
    <w:r w:rsidR="00222D4C"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BA7E41">
      <w:rPr>
        <w:rStyle w:val="PageNumber"/>
        <w:szCs w:val="15"/>
      </w:rPr>
      <w:t>4</w:t>
    </w:r>
    <w:r w:rsidR="00222D4C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42378" w14:textId="77777777" w:rsidR="00222D4C" w:rsidRDefault="00222D4C" w:rsidP="00C716E5">
    <w:pPr>
      <w:pStyle w:val="Footer"/>
    </w:pPr>
  </w:p>
  <w:p w14:paraId="50E1A5E8" w14:textId="77777777" w:rsidR="00222D4C" w:rsidRDefault="00222D4C" w:rsidP="00C716E5">
    <w:pPr>
      <w:pStyle w:val="Footerportrait"/>
    </w:pPr>
  </w:p>
  <w:p w14:paraId="7BA6A406" w14:textId="77777777" w:rsidR="00222D4C" w:rsidRPr="00C907DF" w:rsidRDefault="00E762A0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BA7E41">
      <w:t>IALA Guideline</w:t>
    </w:r>
    <w:r>
      <w:fldChar w:fldCharType="end"/>
    </w:r>
    <w:r w:rsidR="00222D4C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BA7E41">
      <w:t>1???</w:t>
    </w:r>
    <w:r>
      <w:fldChar w:fldCharType="end"/>
    </w:r>
    <w:r w:rsidR="00222D4C" w:rsidRPr="00C907DF">
      <w:t xml:space="preserve"> –</w:t>
    </w:r>
    <w:r w:rsidR="00222D4C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BA7E41">
      <w:t>The Use of Modern AtoN Equipment in Heritage Lighthouses</w:t>
    </w:r>
    <w:r>
      <w:fldChar w:fldCharType="end"/>
    </w:r>
  </w:p>
  <w:p w14:paraId="42EF65DA" w14:textId="77777777" w:rsidR="00222D4C" w:rsidRPr="00525922" w:rsidRDefault="00E762A0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BA7E41">
      <w:t>Edition 1.0</w:t>
    </w:r>
    <w:r>
      <w:fldChar w:fldCharType="end"/>
    </w:r>
    <w:r w:rsidR="00222D4C" w:rsidRPr="00C907DF">
      <w:tab/>
    </w:r>
    <w:r w:rsidR="00222D4C"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BA7E41">
      <w:rPr>
        <w:rStyle w:val="PageNumber"/>
        <w:szCs w:val="15"/>
      </w:rPr>
      <w:t>3</w:t>
    </w:r>
    <w:r w:rsidR="00222D4C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03468" w14:textId="77777777" w:rsidR="00222D4C" w:rsidRDefault="00222D4C" w:rsidP="00C716E5">
    <w:pPr>
      <w:pStyle w:val="Footer"/>
    </w:pPr>
  </w:p>
  <w:p w14:paraId="45A720AB" w14:textId="77777777" w:rsidR="00222D4C" w:rsidRDefault="00222D4C" w:rsidP="00C716E5">
    <w:pPr>
      <w:pStyle w:val="Footerlandscape"/>
    </w:pPr>
  </w:p>
  <w:p w14:paraId="379D2461" w14:textId="77777777" w:rsidR="00222D4C" w:rsidRPr="00C907DF" w:rsidRDefault="00E762A0" w:rsidP="00C716E5">
    <w:pPr>
      <w:pStyle w:val="Footerlandscape"/>
    </w:pPr>
    <w:r>
      <w:fldChar w:fldCharType="begin"/>
    </w:r>
    <w:r>
      <w:instrText xml:space="preserve"> STYLEREF "Document type" \* MERGEFORMAT </w:instrText>
    </w:r>
    <w:r>
      <w:fldChar w:fldCharType="separate"/>
    </w:r>
    <w:r w:rsidR="00BA7E41">
      <w:rPr>
        <w:noProof/>
      </w:rPr>
      <w:t>IALA Guideline</w:t>
    </w:r>
    <w:r>
      <w:rPr>
        <w:noProof/>
      </w:rPr>
      <w:fldChar w:fldCharType="end"/>
    </w:r>
    <w:r w:rsidR="00222D4C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BA7E41">
      <w:rPr>
        <w:noProof/>
      </w:rPr>
      <w:t>1???</w:t>
    </w:r>
    <w:r>
      <w:rPr>
        <w:noProof/>
      </w:rPr>
      <w:fldChar w:fldCharType="end"/>
    </w:r>
    <w:r w:rsidR="00222D4C" w:rsidRPr="00C907DF">
      <w:t xml:space="preserve"> –</w:t>
    </w:r>
    <w:r w:rsidR="00222D4C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BA7E41">
      <w:rPr>
        <w:noProof/>
      </w:rPr>
      <w:t>The Use of Modern AtoN Equipment in Heritage Lighthouses</w:t>
    </w:r>
    <w:r>
      <w:rPr>
        <w:noProof/>
      </w:rPr>
      <w:fldChar w:fldCharType="end"/>
    </w:r>
    <w:r w:rsidR="00222D4C">
      <w:tab/>
    </w:r>
  </w:p>
  <w:p w14:paraId="22896911" w14:textId="77777777" w:rsidR="00222D4C" w:rsidRPr="00C907DF" w:rsidRDefault="00E762A0" w:rsidP="00C716E5">
    <w:pPr>
      <w:pStyle w:val="Footerlandscape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BA7E41">
      <w:rPr>
        <w:noProof/>
      </w:rPr>
      <w:t>Edition 1.0</w:t>
    </w:r>
    <w:r>
      <w:rPr>
        <w:noProof/>
      </w:rPr>
      <w:fldChar w:fldCharType="end"/>
    </w:r>
    <w:r w:rsidR="00222D4C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BA7E41">
      <w:rPr>
        <w:noProof/>
      </w:rPr>
      <w:t>Document date</w:t>
    </w:r>
    <w:r>
      <w:rPr>
        <w:noProof/>
      </w:rPr>
      <w:fldChar w:fldCharType="end"/>
    </w:r>
    <w:r w:rsidR="00222D4C">
      <w:tab/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BA7E41">
      <w:rPr>
        <w:rStyle w:val="PageNumber"/>
        <w:noProof/>
        <w:szCs w:val="15"/>
      </w:rPr>
      <w:t>6</w:t>
    </w:r>
    <w:r w:rsidR="00222D4C" w:rsidRPr="00C907DF">
      <w:rPr>
        <w:rStyle w:val="PageNumber"/>
        <w:szCs w:val="15"/>
      </w:rPr>
      <w:fldChar w:fldCharType="end"/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A4007" w14:textId="77777777" w:rsidR="00222D4C" w:rsidRDefault="00222D4C" w:rsidP="00C716E5">
    <w:pPr>
      <w:pStyle w:val="Footer"/>
    </w:pPr>
  </w:p>
  <w:p w14:paraId="6AF70303" w14:textId="77777777" w:rsidR="00222D4C" w:rsidRDefault="00222D4C" w:rsidP="00C716E5">
    <w:pPr>
      <w:pStyle w:val="Footerportrait"/>
    </w:pPr>
  </w:p>
  <w:p w14:paraId="213B8C51" w14:textId="77777777" w:rsidR="00222D4C" w:rsidRPr="00C907DF" w:rsidRDefault="00E762A0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9E3339">
      <w:t>IALA Guideline</w:t>
    </w:r>
    <w:r>
      <w:fldChar w:fldCharType="end"/>
    </w:r>
    <w:r w:rsidR="00222D4C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9E3339">
      <w:t>1???</w:t>
    </w:r>
    <w:r>
      <w:fldChar w:fldCharType="end"/>
    </w:r>
    <w:r w:rsidR="00222D4C" w:rsidRPr="00C907DF">
      <w:t xml:space="preserve"> –</w:t>
    </w:r>
    <w:r w:rsidR="00222D4C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9E3339">
      <w:t>The Use of Modern AtoN Equipment in Heritage Lighthouses</w:t>
    </w:r>
    <w:r>
      <w:fldChar w:fldCharType="end"/>
    </w:r>
    <w:r w:rsidR="00222D4C">
      <w:tab/>
    </w:r>
  </w:p>
  <w:p w14:paraId="0482CD94" w14:textId="77777777" w:rsidR="00222D4C" w:rsidRPr="00C907DF" w:rsidRDefault="00E762A0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E3339">
      <w:t>Edition 1.0</w:t>
    </w:r>
    <w:r>
      <w:fldChar w:fldCharType="end"/>
    </w:r>
    <w:r w:rsidR="00222D4C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9E3339">
      <w:t>Document date</w:t>
    </w:r>
    <w:r>
      <w:fldChar w:fldCharType="end"/>
    </w:r>
    <w:r w:rsidR="00222D4C">
      <w:tab/>
    </w:r>
    <w:r w:rsidR="00222D4C">
      <w:rPr>
        <w:rStyle w:val="PageNumber"/>
        <w:szCs w:val="15"/>
      </w:rPr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9E3339">
      <w:rPr>
        <w:rStyle w:val="PageNumber"/>
        <w:szCs w:val="15"/>
      </w:rPr>
      <w:t>9</w:t>
    </w:r>
    <w:r w:rsidR="00222D4C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DC67D" w14:textId="77777777" w:rsidR="00E762A0" w:rsidRDefault="00E762A0" w:rsidP="003274DB">
      <w:r>
        <w:separator/>
      </w:r>
    </w:p>
    <w:p w14:paraId="7FC48D83" w14:textId="77777777" w:rsidR="00E762A0" w:rsidRDefault="00E762A0"/>
  </w:footnote>
  <w:footnote w:type="continuationSeparator" w:id="0">
    <w:p w14:paraId="6C748538" w14:textId="77777777" w:rsidR="00E762A0" w:rsidRDefault="00E762A0" w:rsidP="003274DB">
      <w:r>
        <w:continuationSeparator/>
      </w:r>
    </w:p>
    <w:p w14:paraId="4D279780" w14:textId="77777777" w:rsidR="00E762A0" w:rsidRDefault="00E762A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F98AA" w14:textId="77777777" w:rsidR="00222D4C" w:rsidRPr="00ED2A8D" w:rsidRDefault="00222D4C" w:rsidP="00937B2C">
    <w:pPr>
      <w:pStyle w:val="Header"/>
      <w:jc w:val="right"/>
    </w:pPr>
    <w:r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6703BA4B" wp14:editId="150ECDA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7B2C">
      <w:t>ENG5-10.10</w:t>
    </w:r>
  </w:p>
  <w:p w14:paraId="1D5078B8" w14:textId="77777777" w:rsidR="00222D4C" w:rsidRPr="00ED2A8D" w:rsidRDefault="00937B2C" w:rsidP="00937B2C">
    <w:pPr>
      <w:pStyle w:val="Header"/>
      <w:jc w:val="right"/>
    </w:pPr>
    <w:r>
      <w:t>Formerly ENG4-11.2.4</w:t>
    </w:r>
  </w:p>
  <w:p w14:paraId="3333DED8" w14:textId="77777777" w:rsidR="00222D4C" w:rsidRDefault="00222D4C" w:rsidP="008747E0">
    <w:pPr>
      <w:pStyle w:val="Header"/>
    </w:pPr>
  </w:p>
  <w:p w14:paraId="67F8E08E" w14:textId="77777777" w:rsidR="00222D4C" w:rsidRDefault="00222D4C" w:rsidP="008747E0">
    <w:pPr>
      <w:pStyle w:val="Header"/>
    </w:pPr>
  </w:p>
  <w:p w14:paraId="51CB8A7E" w14:textId="77777777" w:rsidR="00222D4C" w:rsidRDefault="00222D4C" w:rsidP="008747E0">
    <w:pPr>
      <w:pStyle w:val="Header"/>
    </w:pPr>
  </w:p>
  <w:p w14:paraId="088CD4A0" w14:textId="77777777" w:rsidR="00222D4C" w:rsidRDefault="00222D4C" w:rsidP="008747E0">
    <w:pPr>
      <w:pStyle w:val="Header"/>
    </w:pPr>
  </w:p>
  <w:p w14:paraId="1DC5B13A" w14:textId="77777777" w:rsidR="00222D4C" w:rsidRDefault="00222D4C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3F4438D" wp14:editId="7CD067CA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2CD344" w14:textId="77777777" w:rsidR="00222D4C" w:rsidRPr="00ED2A8D" w:rsidRDefault="00222D4C" w:rsidP="008747E0">
    <w:pPr>
      <w:pStyle w:val="Header"/>
    </w:pPr>
  </w:p>
  <w:p w14:paraId="06B19F57" w14:textId="77777777" w:rsidR="00222D4C" w:rsidRPr="00ED2A8D" w:rsidRDefault="00222D4C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8BA5B" w14:textId="77777777" w:rsidR="00222D4C" w:rsidRDefault="00222D4C">
    <w:pPr>
      <w:pStyle w:val="Header"/>
    </w:pPr>
    <w:r>
      <w:rPr>
        <w:noProof/>
        <w:lang w:val="en-US"/>
      </w:rPr>
      <w:drawing>
        <wp:anchor distT="0" distB="0" distL="114300" distR="114300" simplePos="0" relativeHeight="251688960" behindDoc="1" locked="0" layoutInCell="1" allowOverlap="1" wp14:anchorId="4B20A042" wp14:editId="3DB0D2E0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91F666" w14:textId="77777777" w:rsidR="00222D4C" w:rsidRDefault="00222D4C">
    <w:pPr>
      <w:pStyle w:val="Header"/>
    </w:pPr>
  </w:p>
  <w:p w14:paraId="0FA66985" w14:textId="77777777" w:rsidR="00222D4C" w:rsidRDefault="00222D4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ACE9E" w14:textId="77777777" w:rsidR="00222D4C" w:rsidRPr="00ED2A8D" w:rsidRDefault="00222D4C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5AA1B13" wp14:editId="19DDA975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65828E" w14:textId="77777777" w:rsidR="00222D4C" w:rsidRPr="00ED2A8D" w:rsidRDefault="00222D4C" w:rsidP="008747E0">
    <w:pPr>
      <w:pStyle w:val="Header"/>
    </w:pPr>
  </w:p>
  <w:p w14:paraId="644E3E80" w14:textId="77777777" w:rsidR="00222D4C" w:rsidRDefault="00222D4C" w:rsidP="008747E0">
    <w:pPr>
      <w:pStyle w:val="Header"/>
    </w:pPr>
  </w:p>
  <w:p w14:paraId="28C0A831" w14:textId="77777777" w:rsidR="00222D4C" w:rsidRDefault="00222D4C" w:rsidP="008747E0">
    <w:pPr>
      <w:pStyle w:val="Header"/>
    </w:pPr>
  </w:p>
  <w:p w14:paraId="020124AA" w14:textId="77777777" w:rsidR="00222D4C" w:rsidRDefault="00222D4C" w:rsidP="008747E0">
    <w:pPr>
      <w:pStyle w:val="Header"/>
    </w:pPr>
  </w:p>
  <w:p w14:paraId="00E83E77" w14:textId="77777777" w:rsidR="00222D4C" w:rsidRPr="00441393" w:rsidRDefault="00222D4C" w:rsidP="00441393">
    <w:pPr>
      <w:pStyle w:val="Contents"/>
    </w:pPr>
    <w:r>
      <w:t>DOCUMENT REVISION</w:t>
    </w:r>
  </w:p>
  <w:p w14:paraId="68B11141" w14:textId="77777777" w:rsidR="00222D4C" w:rsidRPr="00ED2A8D" w:rsidRDefault="00222D4C" w:rsidP="008747E0">
    <w:pPr>
      <w:pStyle w:val="Header"/>
    </w:pPr>
  </w:p>
  <w:p w14:paraId="6BEFDA06" w14:textId="77777777" w:rsidR="00222D4C" w:rsidRPr="00AC33A2" w:rsidRDefault="00222D4C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BBEAC" w14:textId="77777777" w:rsidR="00222D4C" w:rsidRPr="00ED2A8D" w:rsidRDefault="00222D4C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74624" behindDoc="1" locked="0" layoutInCell="1" allowOverlap="1" wp14:anchorId="67BAA33A" wp14:editId="7E14CAF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DEC9C4" w14:textId="77777777" w:rsidR="00222D4C" w:rsidRPr="00ED2A8D" w:rsidRDefault="00222D4C" w:rsidP="008747E0">
    <w:pPr>
      <w:pStyle w:val="Header"/>
    </w:pPr>
  </w:p>
  <w:p w14:paraId="48EF32A7" w14:textId="77777777" w:rsidR="00222D4C" w:rsidRDefault="00222D4C" w:rsidP="008747E0">
    <w:pPr>
      <w:pStyle w:val="Header"/>
    </w:pPr>
  </w:p>
  <w:p w14:paraId="1B771154" w14:textId="77777777" w:rsidR="00222D4C" w:rsidRDefault="00222D4C" w:rsidP="008747E0">
    <w:pPr>
      <w:pStyle w:val="Header"/>
    </w:pPr>
  </w:p>
  <w:p w14:paraId="41E08321" w14:textId="77777777" w:rsidR="00222D4C" w:rsidRDefault="00222D4C" w:rsidP="008747E0">
    <w:pPr>
      <w:pStyle w:val="Header"/>
    </w:pPr>
  </w:p>
  <w:p w14:paraId="5D136AFE" w14:textId="77777777" w:rsidR="00222D4C" w:rsidRPr="00441393" w:rsidRDefault="00222D4C" w:rsidP="00441393">
    <w:pPr>
      <w:pStyle w:val="Contents"/>
    </w:pPr>
    <w:r>
      <w:t>CONTENTS</w:t>
    </w:r>
  </w:p>
  <w:p w14:paraId="4CFC8297" w14:textId="77777777" w:rsidR="00222D4C" w:rsidRDefault="00222D4C" w:rsidP="0078486B">
    <w:pPr>
      <w:pStyle w:val="Header"/>
      <w:spacing w:line="140" w:lineRule="exact"/>
    </w:pPr>
  </w:p>
  <w:p w14:paraId="0E2ABF6A" w14:textId="77777777" w:rsidR="00222D4C" w:rsidRPr="00AC33A2" w:rsidRDefault="00222D4C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6FCFF" w14:textId="77777777" w:rsidR="00222D4C" w:rsidRPr="00ED2A8D" w:rsidRDefault="00222D4C" w:rsidP="00C716E5">
    <w:pPr>
      <w:pStyle w:val="Header"/>
    </w:pPr>
    <w:r>
      <w:rPr>
        <w:noProof/>
        <w:lang w:val="en-US"/>
      </w:rPr>
      <w:drawing>
        <wp:anchor distT="0" distB="0" distL="114300" distR="114300" simplePos="0" relativeHeight="251697152" behindDoc="1" locked="0" layoutInCell="1" allowOverlap="1" wp14:anchorId="7EBBA9AA" wp14:editId="0068DEA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4A013" w14:textId="77777777" w:rsidR="00222D4C" w:rsidRPr="00ED2A8D" w:rsidRDefault="00222D4C" w:rsidP="00C716E5">
    <w:pPr>
      <w:pStyle w:val="Header"/>
    </w:pPr>
  </w:p>
  <w:p w14:paraId="32FDBFC9" w14:textId="77777777" w:rsidR="00222D4C" w:rsidRDefault="00222D4C" w:rsidP="00C716E5">
    <w:pPr>
      <w:pStyle w:val="Header"/>
    </w:pPr>
  </w:p>
  <w:p w14:paraId="4BB3556A" w14:textId="77777777" w:rsidR="00222D4C" w:rsidRDefault="00222D4C" w:rsidP="00C716E5">
    <w:pPr>
      <w:pStyle w:val="Header"/>
    </w:pPr>
  </w:p>
  <w:p w14:paraId="39E0A3B7" w14:textId="77777777" w:rsidR="00222D4C" w:rsidRDefault="00222D4C" w:rsidP="00C716E5">
    <w:pPr>
      <w:pStyle w:val="Header"/>
    </w:pPr>
  </w:p>
  <w:p w14:paraId="79F58602" w14:textId="77777777" w:rsidR="00222D4C" w:rsidRPr="00441393" w:rsidRDefault="00222D4C" w:rsidP="00C716E5">
    <w:pPr>
      <w:pStyle w:val="Contents"/>
    </w:pPr>
    <w:r>
      <w:t>CONTENTS</w:t>
    </w:r>
  </w:p>
  <w:p w14:paraId="5B22F575" w14:textId="77777777" w:rsidR="00222D4C" w:rsidRPr="00ED2A8D" w:rsidRDefault="00222D4C" w:rsidP="00C716E5">
    <w:pPr>
      <w:pStyle w:val="Header"/>
    </w:pPr>
  </w:p>
  <w:p w14:paraId="672F77B9" w14:textId="77777777" w:rsidR="00222D4C" w:rsidRPr="00AC33A2" w:rsidRDefault="00222D4C" w:rsidP="00C716E5">
    <w:pPr>
      <w:pStyle w:val="Header"/>
      <w:spacing w:line="140" w:lineRule="exact"/>
    </w:pPr>
  </w:p>
  <w:p w14:paraId="2310D577" w14:textId="77777777" w:rsidR="00222D4C" w:rsidRDefault="00222D4C">
    <w:pPr>
      <w:pStyle w:val="Header"/>
    </w:pPr>
    <w:r>
      <w:rPr>
        <w:noProof/>
        <w:lang w:val="en-US"/>
      </w:rPr>
      <w:drawing>
        <wp:anchor distT="0" distB="0" distL="114300" distR="114300" simplePos="0" relativeHeight="251695104" behindDoc="1" locked="0" layoutInCell="1" allowOverlap="1" wp14:anchorId="5232D5A1" wp14:editId="033A725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87A5" w14:textId="77777777" w:rsidR="00222D4C" w:rsidRDefault="00222D4C" w:rsidP="00C716E5">
    <w:pPr>
      <w:pStyle w:val="Header"/>
    </w:pPr>
    <w:r>
      <w:rPr>
        <w:noProof/>
        <w:lang w:val="en-US"/>
      </w:rPr>
      <w:drawing>
        <wp:anchor distT="0" distB="0" distL="114300" distR="114300" simplePos="0" relativeHeight="251672576" behindDoc="1" locked="0" layoutInCell="1" allowOverlap="1" wp14:anchorId="7440FDDE" wp14:editId="7C58296E">
          <wp:simplePos x="0" y="0"/>
          <wp:positionH relativeFrom="page">
            <wp:posOffset>6827520</wp:posOffset>
          </wp:positionH>
          <wp:positionV relativeFrom="page">
            <wp:posOffset>-30480</wp:posOffset>
          </wp:positionV>
          <wp:extent cx="720000" cy="720000"/>
          <wp:effectExtent l="0" t="0" r="4445" b="4445"/>
          <wp:wrapNone/>
          <wp:docPr id="1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A73CE" w14:textId="77777777" w:rsidR="00222D4C" w:rsidRDefault="00222D4C" w:rsidP="00C716E5">
    <w:pPr>
      <w:pStyle w:val="Header"/>
    </w:pPr>
    <w:r>
      <w:rPr>
        <w:noProof/>
        <w:lang w:val="en-US"/>
      </w:rPr>
      <w:drawing>
        <wp:anchor distT="0" distB="0" distL="114300" distR="114300" simplePos="0" relativeHeight="251676672" behindDoc="1" locked="0" layoutInCell="1" allowOverlap="1" wp14:anchorId="5D3A5493" wp14:editId="21CB6FBC">
          <wp:simplePos x="0" y="0"/>
          <wp:positionH relativeFrom="page">
            <wp:posOffset>9960520</wp:posOffset>
          </wp:positionH>
          <wp:positionV relativeFrom="page">
            <wp:posOffset>4898</wp:posOffset>
          </wp:positionV>
          <wp:extent cx="720000" cy="720000"/>
          <wp:effectExtent l="0" t="0" r="4445" b="4445"/>
          <wp:wrapNone/>
          <wp:docPr id="2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97606" w14:textId="77777777" w:rsidR="00222D4C" w:rsidRPr="00667792" w:rsidRDefault="00B3287F" w:rsidP="00667792">
    <w:pPr>
      <w:pStyle w:val="Header"/>
    </w:pPr>
    <w:r>
      <w:rPr>
        <w:noProof/>
        <w:lang w:val="en-US"/>
      </w:rPr>
      <w:drawing>
        <wp:anchor distT="0" distB="0" distL="114300" distR="114300" simplePos="0" relativeHeight="251678720" behindDoc="1" locked="0" layoutInCell="1" allowOverlap="1" wp14:anchorId="148A3B18" wp14:editId="1609B940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0"/>
  </w:num>
  <w:num w:numId="3">
    <w:abstractNumId w:val="15"/>
  </w:num>
  <w:num w:numId="4">
    <w:abstractNumId w:val="27"/>
  </w:num>
  <w:num w:numId="5">
    <w:abstractNumId w:val="24"/>
  </w:num>
  <w:num w:numId="6">
    <w:abstractNumId w:val="16"/>
  </w:num>
  <w:num w:numId="7">
    <w:abstractNumId w:val="22"/>
  </w:num>
  <w:num w:numId="8">
    <w:abstractNumId w:val="29"/>
  </w:num>
  <w:num w:numId="9">
    <w:abstractNumId w:val="14"/>
  </w:num>
  <w:num w:numId="10">
    <w:abstractNumId w:val="21"/>
  </w:num>
  <w:num w:numId="11">
    <w:abstractNumId w:val="25"/>
  </w:num>
  <w:num w:numId="12">
    <w:abstractNumId w:val="12"/>
  </w:num>
  <w:num w:numId="13">
    <w:abstractNumId w:val="30"/>
  </w:num>
  <w:num w:numId="14">
    <w:abstractNumId w:val="8"/>
  </w:num>
  <w:num w:numId="15">
    <w:abstractNumId w:val="36"/>
  </w:num>
  <w:num w:numId="16">
    <w:abstractNumId w:val="37"/>
  </w:num>
  <w:num w:numId="17">
    <w:abstractNumId w:val="20"/>
  </w:num>
  <w:num w:numId="18">
    <w:abstractNumId w:val="19"/>
  </w:num>
  <w:num w:numId="19">
    <w:abstractNumId w:val="38"/>
  </w:num>
  <w:num w:numId="20">
    <w:abstractNumId w:val="28"/>
  </w:num>
  <w:num w:numId="21">
    <w:abstractNumId w:val="11"/>
  </w:num>
  <w:num w:numId="22">
    <w:abstractNumId w:val="18"/>
  </w:num>
  <w:num w:numId="23">
    <w:abstractNumId w:val="34"/>
  </w:num>
  <w:num w:numId="24">
    <w:abstractNumId w:val="17"/>
  </w:num>
  <w:num w:numId="25">
    <w:abstractNumId w:val="39"/>
  </w:num>
  <w:num w:numId="26">
    <w:abstractNumId w:val="10"/>
  </w:num>
  <w:num w:numId="27">
    <w:abstractNumId w:val="26"/>
  </w:num>
  <w:num w:numId="28">
    <w:abstractNumId w:val="23"/>
  </w:num>
  <w:num w:numId="29">
    <w:abstractNumId w:val="33"/>
  </w:num>
  <w:num w:numId="30">
    <w:abstractNumId w:val="35"/>
  </w:num>
  <w:num w:numId="31">
    <w:abstractNumId w:val="13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1"/>
  </w:num>
  <w:numIdMacAtCleanup w:val="3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2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2C"/>
    <w:rsid w:val="0001616D"/>
    <w:rsid w:val="00016839"/>
    <w:rsid w:val="000174F9"/>
    <w:rsid w:val="000249C2"/>
    <w:rsid w:val="000258F6"/>
    <w:rsid w:val="000379A7"/>
    <w:rsid w:val="00040EB8"/>
    <w:rsid w:val="000439A4"/>
    <w:rsid w:val="0005449E"/>
    <w:rsid w:val="00057B6D"/>
    <w:rsid w:val="00061A7B"/>
    <w:rsid w:val="0008654C"/>
    <w:rsid w:val="000904ED"/>
    <w:rsid w:val="00091545"/>
    <w:rsid w:val="000A27A8"/>
    <w:rsid w:val="000B2356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22EBD"/>
    <w:rsid w:val="001349DB"/>
    <w:rsid w:val="00135AEB"/>
    <w:rsid w:val="00136E58"/>
    <w:rsid w:val="001547F9"/>
    <w:rsid w:val="001607D8"/>
    <w:rsid w:val="00160ECB"/>
    <w:rsid w:val="00161325"/>
    <w:rsid w:val="00184427"/>
    <w:rsid w:val="00184C2E"/>
    <w:rsid w:val="001875B1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8314D"/>
    <w:rsid w:val="0029793F"/>
    <w:rsid w:val="002A1C42"/>
    <w:rsid w:val="002A617C"/>
    <w:rsid w:val="002A71CF"/>
    <w:rsid w:val="002B3E9D"/>
    <w:rsid w:val="002C716E"/>
    <w:rsid w:val="002C77F4"/>
    <w:rsid w:val="002D0869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C7C34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CF0"/>
    <w:rsid w:val="00456F10"/>
    <w:rsid w:val="00474746"/>
    <w:rsid w:val="00476942"/>
    <w:rsid w:val="00477D62"/>
    <w:rsid w:val="004871A2"/>
    <w:rsid w:val="00492A8D"/>
    <w:rsid w:val="004944C8"/>
    <w:rsid w:val="004A0EBF"/>
    <w:rsid w:val="004A4EC4"/>
    <w:rsid w:val="004C0E4B"/>
    <w:rsid w:val="004E0BBB"/>
    <w:rsid w:val="004E1D57"/>
    <w:rsid w:val="004E2F16"/>
    <w:rsid w:val="004F5930"/>
    <w:rsid w:val="004F6196"/>
    <w:rsid w:val="00503044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6E5D"/>
    <w:rsid w:val="005E3989"/>
    <w:rsid w:val="005E4659"/>
    <w:rsid w:val="005E657A"/>
    <w:rsid w:val="005F1386"/>
    <w:rsid w:val="005F17C2"/>
    <w:rsid w:val="00600C2B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16F79"/>
    <w:rsid w:val="008172F8"/>
    <w:rsid w:val="008326B2"/>
    <w:rsid w:val="00846831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C33B5"/>
    <w:rsid w:val="008C3A72"/>
    <w:rsid w:val="008C6969"/>
    <w:rsid w:val="008D29F3"/>
    <w:rsid w:val="008E1F69"/>
    <w:rsid w:val="008E76B1"/>
    <w:rsid w:val="008F38BB"/>
    <w:rsid w:val="008F57D8"/>
    <w:rsid w:val="00902834"/>
    <w:rsid w:val="00914330"/>
    <w:rsid w:val="00914E26"/>
    <w:rsid w:val="0091590F"/>
    <w:rsid w:val="00923B4D"/>
    <w:rsid w:val="0092540C"/>
    <w:rsid w:val="00925E0F"/>
    <w:rsid w:val="00931A57"/>
    <w:rsid w:val="0093492E"/>
    <w:rsid w:val="00937B2C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3339"/>
    <w:rsid w:val="009E433C"/>
    <w:rsid w:val="009E4A4D"/>
    <w:rsid w:val="009E6578"/>
    <w:rsid w:val="009F081F"/>
    <w:rsid w:val="00A06A3D"/>
    <w:rsid w:val="00A10EBA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1790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17D23"/>
    <w:rsid w:val="00B2583D"/>
    <w:rsid w:val="00B31A41"/>
    <w:rsid w:val="00B3287F"/>
    <w:rsid w:val="00B40199"/>
    <w:rsid w:val="00B502FF"/>
    <w:rsid w:val="00B528D3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A7E41"/>
    <w:rsid w:val="00BC251F"/>
    <w:rsid w:val="00BC27F6"/>
    <w:rsid w:val="00BC39F4"/>
    <w:rsid w:val="00BD1587"/>
    <w:rsid w:val="00BD6A20"/>
    <w:rsid w:val="00BD7EE1"/>
    <w:rsid w:val="00BE5568"/>
    <w:rsid w:val="00BE5764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211D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24632"/>
    <w:rsid w:val="00D252C9"/>
    <w:rsid w:val="00D32DDF"/>
    <w:rsid w:val="00D3700C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6EB4"/>
    <w:rsid w:val="00E20A7D"/>
    <w:rsid w:val="00E21A27"/>
    <w:rsid w:val="00E27A2F"/>
    <w:rsid w:val="00E42A94"/>
    <w:rsid w:val="00E458BF"/>
    <w:rsid w:val="00E54BFB"/>
    <w:rsid w:val="00E54CD7"/>
    <w:rsid w:val="00E706E7"/>
    <w:rsid w:val="00E762A0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19C4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9" Type="http://schemas.microsoft.com/office/2011/relationships/commentsExtended" Target="commentsExtended.xml"/><Relationship Id="rId20" Type="http://schemas.openxmlformats.org/officeDocument/2006/relationships/header" Target="header6.xml"/><Relationship Id="rId21" Type="http://schemas.openxmlformats.org/officeDocument/2006/relationships/header" Target="header7.xml"/><Relationship Id="rId22" Type="http://schemas.openxmlformats.org/officeDocument/2006/relationships/footer" Target="footer6.xml"/><Relationship Id="rId23" Type="http://schemas.openxmlformats.org/officeDocument/2006/relationships/image" Target="media/image5.jpeg"/><Relationship Id="rId24" Type="http://schemas.openxmlformats.org/officeDocument/2006/relationships/image" Target="media/image6.jpeg"/><Relationship Id="rId25" Type="http://schemas.openxmlformats.org/officeDocument/2006/relationships/header" Target="header8.xml"/><Relationship Id="rId26" Type="http://schemas.openxmlformats.org/officeDocument/2006/relationships/footer" Target="footer7.xml"/><Relationship Id="rId27" Type="http://schemas.openxmlformats.org/officeDocument/2006/relationships/fontTable" Target="fontTable.xml"/><Relationship Id="rId28" Type="http://schemas.microsoft.com/office/2011/relationships/people" Target="people.xml"/><Relationship Id="rId29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header" Target="header4.xml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Mike/Desktop/IALA%20Guideline%20template%207Jul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7E55-BDA2-6545-AE36-F85CFFFC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7Jul16.dotx</Template>
  <TotalTime>24</TotalTime>
  <Pages>9</Pages>
  <Words>828</Words>
  <Characters>4725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5542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Michael Hadley</cp:lastModifiedBy>
  <cp:revision>3</cp:revision>
  <dcterms:created xsi:type="dcterms:W3CDTF">2016-07-13T13:17:00Z</dcterms:created>
  <dcterms:modified xsi:type="dcterms:W3CDTF">2016-07-13T14:04:00Z</dcterms:modified>
  <cp:category/>
</cp:coreProperties>
</file>